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A3CCE" w14:textId="7E574155" w:rsidR="006E5D65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BD050B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BD050B">
        <w:rPr>
          <w:rFonts w:ascii="Times New Roman" w:hAnsi="Times New Roman"/>
          <w:b/>
          <w:bCs/>
          <w:sz w:val="24"/>
          <w:szCs w:val="24"/>
        </w:rPr>
        <w:tab/>
      </w:r>
      <w:r w:rsidR="00CD6897" w:rsidRPr="00BD050B">
        <w:rPr>
          <w:rFonts w:ascii="Times New Roman" w:hAnsi="Times New Roman"/>
          <w:b/>
          <w:bCs/>
          <w:sz w:val="24"/>
          <w:szCs w:val="24"/>
        </w:rPr>
        <w:tab/>
      </w:r>
      <w:r w:rsidR="00CD6897" w:rsidRPr="00BD050B">
        <w:rPr>
          <w:rFonts w:ascii="Times New Roman" w:hAnsi="Times New Roman"/>
          <w:b/>
          <w:bCs/>
          <w:sz w:val="24"/>
          <w:szCs w:val="24"/>
        </w:rPr>
        <w:tab/>
      </w:r>
      <w:r w:rsidR="00CD6897" w:rsidRPr="00BD050B">
        <w:rPr>
          <w:rFonts w:ascii="Times New Roman" w:hAnsi="Times New Roman"/>
          <w:b/>
          <w:bCs/>
          <w:sz w:val="24"/>
          <w:szCs w:val="24"/>
        </w:rPr>
        <w:tab/>
      </w:r>
      <w:r w:rsidR="00CD6897" w:rsidRPr="00BD050B">
        <w:rPr>
          <w:rFonts w:ascii="Times New Roman" w:hAnsi="Times New Roman"/>
          <w:b/>
          <w:bCs/>
          <w:sz w:val="24"/>
          <w:szCs w:val="24"/>
        </w:rPr>
        <w:tab/>
      </w:r>
      <w:r w:rsidR="00D8678B" w:rsidRPr="00BD050B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BD050B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BD050B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BD050B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BD050B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BD050B">
        <w:rPr>
          <w:rFonts w:ascii="Times New Roman" w:hAnsi="Times New Roman"/>
          <w:bCs/>
          <w:i/>
          <w:sz w:val="24"/>
          <w:szCs w:val="24"/>
        </w:rPr>
        <w:t>12/2019</w:t>
      </w:r>
    </w:p>
    <w:p w14:paraId="426B2F52" w14:textId="77777777" w:rsidR="007B5C2F" w:rsidRPr="00BD050B" w:rsidRDefault="007B5C2F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514B5492" w14:textId="77777777" w:rsidR="0085747A" w:rsidRPr="00BD050B" w:rsidRDefault="0085747A" w:rsidP="00651036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D050B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1F8458C" w14:textId="06E903C8" w:rsidR="0085747A" w:rsidRPr="00BD050B" w:rsidRDefault="0071620A" w:rsidP="00651036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D050B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BD050B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912BE1" w:rsidRPr="00BD050B">
        <w:rPr>
          <w:rFonts w:ascii="Times New Roman" w:hAnsi="Times New Roman"/>
          <w:i/>
          <w:smallCaps/>
          <w:sz w:val="24"/>
          <w:szCs w:val="24"/>
        </w:rPr>
        <w:t>202</w:t>
      </w:r>
      <w:r w:rsidR="00A7523D" w:rsidRPr="00BD050B">
        <w:rPr>
          <w:rFonts w:ascii="Times New Roman" w:hAnsi="Times New Roman"/>
          <w:i/>
          <w:smallCaps/>
          <w:sz w:val="24"/>
          <w:szCs w:val="24"/>
        </w:rPr>
        <w:t>3</w:t>
      </w:r>
      <w:r w:rsidR="00912BE1" w:rsidRPr="00BD050B">
        <w:rPr>
          <w:rFonts w:ascii="Times New Roman" w:hAnsi="Times New Roman"/>
          <w:i/>
          <w:smallCaps/>
          <w:sz w:val="24"/>
          <w:szCs w:val="24"/>
        </w:rPr>
        <w:t>-202</w:t>
      </w:r>
      <w:r w:rsidR="00A7523D" w:rsidRPr="00BD050B">
        <w:rPr>
          <w:rFonts w:ascii="Times New Roman" w:hAnsi="Times New Roman"/>
          <w:i/>
          <w:smallCaps/>
          <w:sz w:val="24"/>
          <w:szCs w:val="24"/>
        </w:rPr>
        <w:t>8</w:t>
      </w:r>
    </w:p>
    <w:p w14:paraId="3C90E3E7" w14:textId="613EB1A7" w:rsidR="0085747A" w:rsidRPr="00BD050B" w:rsidRDefault="0085747A" w:rsidP="00651036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14:paraId="1D83D8CE" w14:textId="494DA2CB" w:rsidR="00445970" w:rsidRPr="00BD050B" w:rsidRDefault="007B5C2F" w:rsidP="00651036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912BE1" w:rsidRPr="00BD050B">
        <w:rPr>
          <w:rFonts w:ascii="Times New Roman" w:hAnsi="Times New Roman"/>
          <w:sz w:val="24"/>
          <w:szCs w:val="24"/>
        </w:rPr>
        <w:t>20</w:t>
      </w:r>
      <w:r w:rsidR="008E1A51" w:rsidRPr="00BD050B">
        <w:rPr>
          <w:rFonts w:ascii="Times New Roman" w:hAnsi="Times New Roman"/>
          <w:sz w:val="24"/>
          <w:szCs w:val="24"/>
        </w:rPr>
        <w:t>2</w:t>
      </w:r>
      <w:r w:rsidR="0020112A" w:rsidRPr="00BD050B">
        <w:rPr>
          <w:rFonts w:ascii="Times New Roman" w:hAnsi="Times New Roman"/>
          <w:sz w:val="24"/>
          <w:szCs w:val="24"/>
        </w:rPr>
        <w:t>3</w:t>
      </w:r>
      <w:r w:rsidR="00912BE1" w:rsidRPr="00BD050B">
        <w:rPr>
          <w:rFonts w:ascii="Times New Roman" w:hAnsi="Times New Roman"/>
          <w:sz w:val="24"/>
          <w:szCs w:val="24"/>
        </w:rPr>
        <w:t>/202</w:t>
      </w:r>
      <w:r w:rsidR="0020112A" w:rsidRPr="00BD050B">
        <w:rPr>
          <w:rFonts w:ascii="Times New Roman" w:hAnsi="Times New Roman"/>
          <w:sz w:val="24"/>
          <w:szCs w:val="24"/>
        </w:rPr>
        <w:t>4</w:t>
      </w:r>
    </w:p>
    <w:p w14:paraId="6621200A" w14:textId="77777777" w:rsidR="0085747A" w:rsidRPr="00BD050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D70B3B" w14:textId="77777777" w:rsidR="0085747A" w:rsidRPr="00BD050B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BD050B">
        <w:rPr>
          <w:szCs w:val="24"/>
        </w:rPr>
        <w:t xml:space="preserve">1. </w:t>
      </w:r>
      <w:r w:rsidR="0085747A" w:rsidRPr="00BD050B">
        <w:rPr>
          <w:szCs w:val="24"/>
        </w:rPr>
        <w:t xml:space="preserve">Podstawowe </w:t>
      </w:r>
      <w:r w:rsidR="00445970" w:rsidRPr="00BD050B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D050B" w14:paraId="40A7E305" w14:textId="77777777" w:rsidTr="0039708F">
        <w:tc>
          <w:tcPr>
            <w:tcW w:w="2694" w:type="dxa"/>
            <w:vAlign w:val="center"/>
          </w:tcPr>
          <w:p w14:paraId="17D6A9FB" w14:textId="77777777" w:rsidR="0085747A" w:rsidRPr="00BD05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650D67C1" w:rsidR="0085747A" w:rsidRPr="00BD050B" w:rsidRDefault="008348D2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BD050B">
              <w:rPr>
                <w:bCs/>
                <w:sz w:val="24"/>
                <w:szCs w:val="24"/>
              </w:rPr>
              <w:t>Trening umiejętności interpersonalnych</w:t>
            </w:r>
          </w:p>
        </w:tc>
      </w:tr>
      <w:tr w:rsidR="0085747A" w:rsidRPr="00BD050B" w14:paraId="6C9699AA" w14:textId="77777777" w:rsidTr="0039708F">
        <w:tc>
          <w:tcPr>
            <w:tcW w:w="2694" w:type="dxa"/>
            <w:vAlign w:val="center"/>
          </w:tcPr>
          <w:p w14:paraId="03BD0BF0" w14:textId="77777777" w:rsidR="0085747A" w:rsidRPr="00BD05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Kod przedmiotu</w:t>
            </w:r>
            <w:r w:rsidR="0085747A" w:rsidRPr="00BD050B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BD050B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BD050B" w14:paraId="54A8294D" w14:textId="77777777" w:rsidTr="0039708F">
        <w:tc>
          <w:tcPr>
            <w:tcW w:w="2694" w:type="dxa"/>
            <w:vAlign w:val="center"/>
          </w:tcPr>
          <w:p w14:paraId="6892121B" w14:textId="77777777" w:rsidR="0085747A" w:rsidRPr="00BD050B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nazwa</w:t>
            </w:r>
            <w:r w:rsidR="00C05F44" w:rsidRPr="00BD050B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7460C39E" w:rsidR="0085747A" w:rsidRPr="00BD050B" w:rsidRDefault="004A23B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050B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D050B" w14:paraId="782C482F" w14:textId="77777777" w:rsidTr="0039708F">
        <w:tc>
          <w:tcPr>
            <w:tcW w:w="2694" w:type="dxa"/>
            <w:vAlign w:val="center"/>
          </w:tcPr>
          <w:p w14:paraId="524548D0" w14:textId="77777777" w:rsidR="0085747A" w:rsidRPr="00BD05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2202546A" w:rsidR="0085747A" w:rsidRPr="00BD050B" w:rsidRDefault="005A22B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050B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D050B" w14:paraId="36591D91" w14:textId="77777777" w:rsidTr="0039708F">
        <w:tc>
          <w:tcPr>
            <w:tcW w:w="2694" w:type="dxa"/>
            <w:vAlign w:val="center"/>
          </w:tcPr>
          <w:p w14:paraId="55DA27A9" w14:textId="77777777" w:rsidR="0085747A" w:rsidRPr="00BD05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5380FE7D" w:rsidR="0085747A" w:rsidRPr="00BD050B" w:rsidRDefault="00D8403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050B">
              <w:rPr>
                <w:b w:val="0"/>
                <w:sz w:val="24"/>
                <w:szCs w:val="24"/>
              </w:rPr>
              <w:t>P</w:t>
            </w:r>
            <w:r w:rsidR="0020112A" w:rsidRPr="00BD050B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BD050B" w14:paraId="215D0F3D" w14:textId="77777777" w:rsidTr="0039708F">
        <w:tc>
          <w:tcPr>
            <w:tcW w:w="2694" w:type="dxa"/>
            <w:vAlign w:val="center"/>
          </w:tcPr>
          <w:p w14:paraId="13D02490" w14:textId="77777777" w:rsidR="0085747A" w:rsidRPr="00BD050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595427D7" w:rsidR="0085747A" w:rsidRPr="00BD050B" w:rsidRDefault="000924F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050B">
              <w:rPr>
                <w:b w:val="0"/>
                <w:sz w:val="24"/>
                <w:szCs w:val="24"/>
              </w:rPr>
              <w:t>j</w:t>
            </w:r>
            <w:r w:rsidR="008348D2" w:rsidRPr="00BD050B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BD050B" w14:paraId="33F8C96A" w14:textId="77777777" w:rsidTr="0039708F">
        <w:tc>
          <w:tcPr>
            <w:tcW w:w="2694" w:type="dxa"/>
            <w:vAlign w:val="center"/>
          </w:tcPr>
          <w:p w14:paraId="0A1E623E" w14:textId="77777777" w:rsidR="0085747A" w:rsidRPr="00BD05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3438F837" w:rsidR="0085747A" w:rsidRPr="00BD050B" w:rsidRDefault="00A7523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050B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BD050B" w14:paraId="2DD51570" w14:textId="77777777" w:rsidTr="0039708F">
        <w:tc>
          <w:tcPr>
            <w:tcW w:w="2694" w:type="dxa"/>
            <w:vAlign w:val="center"/>
          </w:tcPr>
          <w:p w14:paraId="6A53B8A7" w14:textId="77777777" w:rsidR="0085747A" w:rsidRPr="00BD05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74A27928" w:rsidR="0085747A" w:rsidRPr="00BD050B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050B">
              <w:rPr>
                <w:b w:val="0"/>
                <w:sz w:val="24"/>
                <w:szCs w:val="24"/>
              </w:rPr>
              <w:t>stacjonarn</w:t>
            </w:r>
            <w:r w:rsidR="001D2AA0" w:rsidRPr="00BD050B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BD050B" w14:paraId="040AFF42" w14:textId="77777777" w:rsidTr="0039708F">
        <w:tc>
          <w:tcPr>
            <w:tcW w:w="2694" w:type="dxa"/>
            <w:vAlign w:val="center"/>
          </w:tcPr>
          <w:p w14:paraId="62A432D1" w14:textId="77777777" w:rsidR="0085747A" w:rsidRPr="00BD05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Rok i semestr</w:t>
            </w:r>
            <w:r w:rsidR="0030395F" w:rsidRPr="00BD050B">
              <w:rPr>
                <w:sz w:val="24"/>
                <w:szCs w:val="24"/>
              </w:rPr>
              <w:t>/y</w:t>
            </w:r>
            <w:r w:rsidRPr="00BD050B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06EEF4B1" w:rsidR="0085747A" w:rsidRPr="00BD050B" w:rsidRDefault="000924F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050B">
              <w:rPr>
                <w:b w:val="0"/>
                <w:sz w:val="24"/>
                <w:szCs w:val="24"/>
              </w:rPr>
              <w:t>r</w:t>
            </w:r>
            <w:r w:rsidR="00E5152B" w:rsidRPr="00BD050B">
              <w:rPr>
                <w:b w:val="0"/>
                <w:sz w:val="24"/>
                <w:szCs w:val="24"/>
              </w:rPr>
              <w:t xml:space="preserve">ok </w:t>
            </w:r>
            <w:r w:rsidR="008348D2" w:rsidRPr="00BD050B">
              <w:rPr>
                <w:b w:val="0"/>
                <w:sz w:val="24"/>
                <w:szCs w:val="24"/>
              </w:rPr>
              <w:t>I</w:t>
            </w:r>
            <w:r w:rsidR="00E5152B" w:rsidRPr="00BD050B">
              <w:rPr>
                <w:b w:val="0"/>
                <w:sz w:val="24"/>
                <w:szCs w:val="24"/>
              </w:rPr>
              <w:t xml:space="preserve">, semestr </w:t>
            </w:r>
            <w:r w:rsidR="007B5C2F">
              <w:rPr>
                <w:b w:val="0"/>
                <w:sz w:val="24"/>
                <w:szCs w:val="24"/>
              </w:rPr>
              <w:t>1</w:t>
            </w:r>
          </w:p>
        </w:tc>
      </w:tr>
      <w:tr w:rsidR="0085747A" w:rsidRPr="00BD050B" w14:paraId="6CB354D9" w14:textId="77777777" w:rsidTr="0039708F">
        <w:tc>
          <w:tcPr>
            <w:tcW w:w="2694" w:type="dxa"/>
            <w:vAlign w:val="center"/>
          </w:tcPr>
          <w:p w14:paraId="34EF2805" w14:textId="77777777" w:rsidR="0085747A" w:rsidRPr="00BD05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77549C26" w:rsidR="0085747A" w:rsidRPr="00BD050B" w:rsidRDefault="007B5C2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kształcenia ogólnego</w:t>
            </w:r>
          </w:p>
        </w:tc>
      </w:tr>
      <w:tr w:rsidR="00923D7D" w:rsidRPr="00BD050B" w14:paraId="2A5BB727" w14:textId="77777777" w:rsidTr="0039708F">
        <w:tc>
          <w:tcPr>
            <w:tcW w:w="2694" w:type="dxa"/>
            <w:vAlign w:val="center"/>
          </w:tcPr>
          <w:p w14:paraId="36CAEDFC" w14:textId="77777777" w:rsidR="00923D7D" w:rsidRPr="00BD050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BD050B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050B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BD050B" w14:paraId="142143DA" w14:textId="77777777" w:rsidTr="0039708F">
        <w:tc>
          <w:tcPr>
            <w:tcW w:w="2694" w:type="dxa"/>
            <w:vAlign w:val="center"/>
          </w:tcPr>
          <w:p w14:paraId="1B8E2B5C" w14:textId="77777777" w:rsidR="0085747A" w:rsidRPr="00BD05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22CAB8BD" w:rsidR="0085747A" w:rsidRPr="00BD050B" w:rsidRDefault="006E6FA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050B">
              <w:rPr>
                <w:b w:val="0"/>
                <w:sz w:val="24"/>
                <w:szCs w:val="24"/>
              </w:rPr>
              <w:t>d</w:t>
            </w:r>
            <w:r w:rsidR="00E36A8A" w:rsidRPr="00BD050B">
              <w:rPr>
                <w:b w:val="0"/>
                <w:sz w:val="24"/>
                <w:szCs w:val="24"/>
              </w:rPr>
              <w:t xml:space="preserve">r </w:t>
            </w:r>
            <w:r w:rsidR="00F375B6">
              <w:rPr>
                <w:b w:val="0"/>
                <w:sz w:val="24"/>
                <w:szCs w:val="24"/>
              </w:rPr>
              <w:t>Grzegorz Polański</w:t>
            </w:r>
          </w:p>
        </w:tc>
      </w:tr>
      <w:tr w:rsidR="0039708F" w:rsidRPr="00BD050B" w14:paraId="299B57EB" w14:textId="77777777" w:rsidTr="0039708F">
        <w:tc>
          <w:tcPr>
            <w:tcW w:w="2694" w:type="dxa"/>
            <w:vAlign w:val="center"/>
          </w:tcPr>
          <w:p w14:paraId="5B34C82D" w14:textId="77777777" w:rsidR="0039708F" w:rsidRPr="00BD050B" w:rsidRDefault="0039708F" w:rsidP="0039708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02C90B12" w:rsidR="0039708F" w:rsidRPr="00BD050B" w:rsidRDefault="0039708F" w:rsidP="0039708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D050B">
              <w:rPr>
                <w:b w:val="0"/>
                <w:sz w:val="24"/>
                <w:szCs w:val="24"/>
              </w:rPr>
              <w:t xml:space="preserve">dr </w:t>
            </w:r>
            <w:r w:rsidR="006B1028" w:rsidRPr="00BD050B">
              <w:rPr>
                <w:b w:val="0"/>
                <w:sz w:val="24"/>
                <w:szCs w:val="24"/>
              </w:rPr>
              <w:t>Grzegor</w:t>
            </w:r>
            <w:r w:rsidR="00F375B6">
              <w:rPr>
                <w:b w:val="0"/>
                <w:sz w:val="24"/>
                <w:szCs w:val="24"/>
              </w:rPr>
              <w:t>z Polański</w:t>
            </w:r>
          </w:p>
        </w:tc>
      </w:tr>
    </w:tbl>
    <w:p w14:paraId="47888A0B" w14:textId="77777777" w:rsidR="0085747A" w:rsidRPr="00BD050B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BD050B">
        <w:rPr>
          <w:sz w:val="24"/>
          <w:szCs w:val="24"/>
        </w:rPr>
        <w:t xml:space="preserve">* </w:t>
      </w:r>
      <w:r w:rsidRPr="00BD050B">
        <w:rPr>
          <w:i/>
          <w:sz w:val="24"/>
          <w:szCs w:val="24"/>
        </w:rPr>
        <w:t>-</w:t>
      </w:r>
      <w:r w:rsidR="00B90885" w:rsidRPr="00BD050B">
        <w:rPr>
          <w:b w:val="0"/>
          <w:i/>
          <w:sz w:val="24"/>
          <w:szCs w:val="24"/>
        </w:rPr>
        <w:t>opcjonalni</w:t>
      </w:r>
      <w:r w:rsidR="00B90885" w:rsidRPr="00BD050B">
        <w:rPr>
          <w:b w:val="0"/>
          <w:sz w:val="24"/>
          <w:szCs w:val="24"/>
        </w:rPr>
        <w:t>e,</w:t>
      </w:r>
      <w:r w:rsidRPr="00BD050B">
        <w:rPr>
          <w:i/>
          <w:sz w:val="24"/>
          <w:szCs w:val="24"/>
        </w:rPr>
        <w:t xml:space="preserve"> </w:t>
      </w:r>
      <w:r w:rsidRPr="00BD050B">
        <w:rPr>
          <w:b w:val="0"/>
          <w:i/>
          <w:sz w:val="24"/>
          <w:szCs w:val="24"/>
        </w:rPr>
        <w:t xml:space="preserve">zgodnie z ustaleniami </w:t>
      </w:r>
      <w:r w:rsidR="00B90885" w:rsidRPr="00BD050B">
        <w:rPr>
          <w:b w:val="0"/>
          <w:i/>
          <w:sz w:val="24"/>
          <w:szCs w:val="24"/>
        </w:rPr>
        <w:t>w Jednostce</w:t>
      </w:r>
    </w:p>
    <w:p w14:paraId="5C24A043" w14:textId="77777777" w:rsidR="00923D7D" w:rsidRPr="00BD050B" w:rsidRDefault="00923D7D" w:rsidP="009C54AE">
      <w:pPr>
        <w:pStyle w:val="Podpunkty"/>
        <w:ind w:left="0"/>
        <w:rPr>
          <w:sz w:val="24"/>
          <w:szCs w:val="24"/>
        </w:rPr>
      </w:pPr>
    </w:p>
    <w:p w14:paraId="04250322" w14:textId="77777777" w:rsidR="0085747A" w:rsidRPr="00BD050B" w:rsidRDefault="0085747A" w:rsidP="009C54AE">
      <w:pPr>
        <w:pStyle w:val="Podpunkty"/>
        <w:ind w:left="284"/>
        <w:rPr>
          <w:sz w:val="24"/>
          <w:szCs w:val="24"/>
        </w:rPr>
      </w:pPr>
      <w:r w:rsidRPr="00BD050B">
        <w:rPr>
          <w:sz w:val="24"/>
          <w:szCs w:val="24"/>
        </w:rPr>
        <w:t>1.</w:t>
      </w:r>
      <w:r w:rsidR="00E22FBC" w:rsidRPr="00BD050B">
        <w:rPr>
          <w:sz w:val="24"/>
          <w:szCs w:val="24"/>
        </w:rPr>
        <w:t>1</w:t>
      </w:r>
      <w:r w:rsidRPr="00BD050B">
        <w:rPr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BD050B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7"/>
        <w:gridCol w:w="863"/>
        <w:gridCol w:w="800"/>
        <w:gridCol w:w="820"/>
        <w:gridCol w:w="761"/>
        <w:gridCol w:w="947"/>
        <w:gridCol w:w="1188"/>
        <w:gridCol w:w="1501"/>
      </w:tblGrid>
      <w:tr w:rsidR="00015B8F" w:rsidRPr="00BD050B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Pr="00BD050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D050B">
              <w:rPr>
                <w:szCs w:val="24"/>
              </w:rPr>
              <w:t>Semestr</w:t>
            </w:r>
          </w:p>
          <w:p w14:paraId="41E7DDA9" w14:textId="77777777" w:rsidR="00015B8F" w:rsidRPr="00BD050B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D050B">
              <w:rPr>
                <w:szCs w:val="24"/>
              </w:rPr>
              <w:t>(</w:t>
            </w:r>
            <w:r w:rsidR="00363F78" w:rsidRPr="00BD050B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BD050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D050B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BD050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D050B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BD050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D050B">
              <w:rPr>
                <w:szCs w:val="24"/>
              </w:rPr>
              <w:t>Konw</w:t>
            </w:r>
            <w:proofErr w:type="spellEnd"/>
            <w:r w:rsidRPr="00BD050B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0251E862" w:rsidR="00015B8F" w:rsidRPr="00BD050B" w:rsidRDefault="007B5C2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Lab</w:t>
            </w:r>
            <w:r w:rsidR="008348D2" w:rsidRPr="00BD050B">
              <w:rPr>
                <w:szCs w:val="24"/>
              </w:rPr>
              <w:t>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BD050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D050B">
              <w:rPr>
                <w:szCs w:val="24"/>
              </w:rPr>
              <w:t>Sem</w:t>
            </w:r>
            <w:proofErr w:type="spellEnd"/>
            <w:r w:rsidRPr="00BD050B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BD050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D050B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BD050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D050B">
              <w:rPr>
                <w:szCs w:val="24"/>
              </w:rPr>
              <w:t>Prakt</w:t>
            </w:r>
            <w:proofErr w:type="spellEnd"/>
            <w:r w:rsidRPr="00BD050B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083B7D4E" w:rsidR="00015B8F" w:rsidRPr="00BD050B" w:rsidRDefault="007B5C2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BD050B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BD050B">
              <w:rPr>
                <w:b/>
                <w:szCs w:val="24"/>
              </w:rPr>
              <w:t>Liczba pkt</w:t>
            </w:r>
            <w:r w:rsidR="00B90885" w:rsidRPr="00BD050B">
              <w:rPr>
                <w:b/>
                <w:szCs w:val="24"/>
              </w:rPr>
              <w:t>.</w:t>
            </w:r>
            <w:r w:rsidRPr="00BD050B">
              <w:rPr>
                <w:b/>
                <w:szCs w:val="24"/>
              </w:rPr>
              <w:t xml:space="preserve"> ECTS</w:t>
            </w:r>
          </w:p>
        </w:tc>
      </w:tr>
      <w:tr w:rsidR="00015B8F" w:rsidRPr="00BD050B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426E5507" w:rsidR="00015B8F" w:rsidRPr="00BD050B" w:rsidRDefault="007B5C2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0DF43606" w:rsidR="00015B8F" w:rsidRPr="00BD050B" w:rsidRDefault="000924F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32179078" w:rsidR="00015B8F" w:rsidRPr="00BD050B" w:rsidRDefault="000924F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4D0E09EF" w:rsidR="00015B8F" w:rsidRPr="00BD050B" w:rsidRDefault="000924F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6765CEC6" w:rsidR="00015B8F" w:rsidRPr="00BD050B" w:rsidRDefault="007B5C2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2E9FF476" w:rsidR="00015B8F" w:rsidRPr="00BD050B" w:rsidRDefault="000924F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49721627" w:rsidR="00015B8F" w:rsidRPr="00BD050B" w:rsidRDefault="000924F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38C8B45B" w:rsidR="00015B8F" w:rsidRPr="00BD050B" w:rsidRDefault="000924F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386D0594" w:rsidR="00015B8F" w:rsidRPr="00BD050B" w:rsidRDefault="007B5C2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47AF9823" w:rsidR="00015B8F" w:rsidRPr="00BD050B" w:rsidRDefault="00181A9A" w:rsidP="007B5C2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3</w:t>
            </w:r>
          </w:p>
        </w:tc>
      </w:tr>
    </w:tbl>
    <w:p w14:paraId="3B970C33" w14:textId="77777777" w:rsidR="00923D7D" w:rsidRPr="00BD050B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2CBBC264" w14:textId="77777777" w:rsidR="00923D7D" w:rsidRPr="00BD050B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3A1D4335" w14:textId="77777777" w:rsidR="0085747A" w:rsidRPr="00BD050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BD050B">
        <w:rPr>
          <w:smallCaps w:val="0"/>
          <w:szCs w:val="24"/>
        </w:rPr>
        <w:t>1.</w:t>
      </w:r>
      <w:r w:rsidR="00E22FBC" w:rsidRPr="00BD050B">
        <w:rPr>
          <w:smallCaps w:val="0"/>
          <w:szCs w:val="24"/>
        </w:rPr>
        <w:t>2</w:t>
      </w:r>
      <w:r w:rsidR="00F83B28" w:rsidRPr="00BD050B">
        <w:rPr>
          <w:smallCaps w:val="0"/>
          <w:szCs w:val="24"/>
        </w:rPr>
        <w:t>.</w:t>
      </w:r>
      <w:r w:rsidR="00F83B28" w:rsidRPr="00BD050B">
        <w:rPr>
          <w:smallCaps w:val="0"/>
          <w:szCs w:val="24"/>
        </w:rPr>
        <w:tab/>
      </w:r>
      <w:r w:rsidRPr="00BD050B">
        <w:rPr>
          <w:smallCaps w:val="0"/>
          <w:szCs w:val="24"/>
        </w:rPr>
        <w:t xml:space="preserve">Sposób realizacji zajęć  </w:t>
      </w:r>
    </w:p>
    <w:p w14:paraId="0FA809AB" w14:textId="082BE8AF" w:rsidR="0085747A" w:rsidRPr="00BD050B" w:rsidRDefault="00FF33BD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BD050B">
        <w:rPr>
          <w:rFonts w:eastAsia="MS Gothic"/>
          <w:b w:val="0"/>
          <w:szCs w:val="24"/>
          <w:u w:val="single"/>
        </w:rPr>
        <w:t xml:space="preserve">X </w:t>
      </w:r>
      <w:r w:rsidR="0085747A" w:rsidRPr="00BD050B">
        <w:rPr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BD050B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BD050B">
        <w:rPr>
          <w:rFonts w:ascii="Segoe UI Symbol" w:eastAsia="MS Gothic" w:hAnsi="Segoe UI Symbol" w:cs="Segoe UI Symbol"/>
          <w:b w:val="0"/>
          <w:szCs w:val="24"/>
        </w:rPr>
        <w:t>☐</w:t>
      </w:r>
      <w:r w:rsidRPr="00BD050B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BD050B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6596A9FF" w14:textId="7434B2A1" w:rsidR="008348D2" w:rsidRPr="007B5C2F" w:rsidRDefault="00E22FBC" w:rsidP="007B5C2F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Cs w:val="24"/>
        </w:rPr>
      </w:pPr>
      <w:r w:rsidRPr="00BD050B">
        <w:rPr>
          <w:smallCaps w:val="0"/>
          <w:szCs w:val="24"/>
        </w:rPr>
        <w:t xml:space="preserve">1.3 </w:t>
      </w:r>
      <w:r w:rsidR="00F83B28" w:rsidRPr="00BD050B">
        <w:rPr>
          <w:smallCaps w:val="0"/>
          <w:szCs w:val="24"/>
        </w:rPr>
        <w:tab/>
      </w:r>
      <w:r w:rsidRPr="00BD050B">
        <w:rPr>
          <w:smallCaps w:val="0"/>
          <w:szCs w:val="24"/>
        </w:rPr>
        <w:t>For</w:t>
      </w:r>
      <w:r w:rsidR="00445970" w:rsidRPr="00BD050B">
        <w:rPr>
          <w:smallCaps w:val="0"/>
          <w:szCs w:val="24"/>
        </w:rPr>
        <w:t xml:space="preserve">ma zaliczenia przedmiotu </w:t>
      </w:r>
      <w:r w:rsidRPr="00BD050B">
        <w:rPr>
          <w:smallCaps w:val="0"/>
          <w:szCs w:val="24"/>
        </w:rPr>
        <w:t>(z toku)</w:t>
      </w:r>
      <w:r w:rsidR="001D2AA0" w:rsidRPr="00BD050B">
        <w:rPr>
          <w:smallCaps w:val="0"/>
          <w:szCs w:val="24"/>
        </w:rPr>
        <w:t xml:space="preserve">: </w:t>
      </w:r>
      <w:r w:rsidR="007B5C2F" w:rsidRPr="007B5C2F">
        <w:rPr>
          <w:b w:val="0"/>
          <w:smallCaps w:val="0"/>
          <w:szCs w:val="24"/>
        </w:rPr>
        <w:t>zaliczenie z oceną</w:t>
      </w:r>
    </w:p>
    <w:p w14:paraId="6723F1B9" w14:textId="77777777" w:rsidR="00E960BB" w:rsidRPr="00BD050B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68FD2A3C" w14:textId="77777777" w:rsidR="00E960BB" w:rsidRPr="00BD050B" w:rsidRDefault="0085747A" w:rsidP="009C54AE">
      <w:pPr>
        <w:pStyle w:val="Punktygwne"/>
        <w:spacing w:before="0" w:after="0"/>
        <w:rPr>
          <w:szCs w:val="24"/>
        </w:rPr>
      </w:pPr>
      <w:r w:rsidRPr="00BD050B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D050B" w14:paraId="5E96D769" w14:textId="77777777" w:rsidTr="00745302">
        <w:tc>
          <w:tcPr>
            <w:tcW w:w="9670" w:type="dxa"/>
          </w:tcPr>
          <w:p w14:paraId="5F97D36D" w14:textId="7EB43034" w:rsidR="0085747A" w:rsidRPr="00BD050B" w:rsidRDefault="009D7B6B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Podstawowa wiedza z zakresu psychologii</w:t>
            </w:r>
          </w:p>
        </w:tc>
      </w:tr>
    </w:tbl>
    <w:p w14:paraId="5BD2B6AD" w14:textId="563B260F" w:rsidR="00087E43" w:rsidRPr="00BD050B" w:rsidRDefault="00087E43" w:rsidP="009C54AE">
      <w:pPr>
        <w:pStyle w:val="Punktygwne"/>
        <w:spacing w:before="0" w:after="0"/>
        <w:rPr>
          <w:szCs w:val="24"/>
        </w:rPr>
      </w:pPr>
      <w:r w:rsidRPr="00BD050B">
        <w:rPr>
          <w:szCs w:val="24"/>
        </w:rPr>
        <w:br w:type="page"/>
      </w:r>
    </w:p>
    <w:p w14:paraId="362FE2A5" w14:textId="77777777" w:rsidR="00153C41" w:rsidRPr="00BD050B" w:rsidRDefault="00153C41" w:rsidP="009C54AE">
      <w:pPr>
        <w:pStyle w:val="Punktygwne"/>
        <w:spacing w:before="0" w:after="0"/>
        <w:rPr>
          <w:szCs w:val="24"/>
        </w:rPr>
      </w:pPr>
    </w:p>
    <w:p w14:paraId="3DB6FB64" w14:textId="18EE7D49" w:rsidR="0085747A" w:rsidRPr="00BD050B" w:rsidRDefault="0071620A" w:rsidP="009C54AE">
      <w:pPr>
        <w:pStyle w:val="Punktygwne"/>
        <w:spacing w:before="0" w:after="0"/>
        <w:rPr>
          <w:szCs w:val="24"/>
        </w:rPr>
      </w:pPr>
      <w:r w:rsidRPr="00BD050B">
        <w:rPr>
          <w:szCs w:val="24"/>
        </w:rPr>
        <w:t>3.</w:t>
      </w:r>
      <w:r w:rsidR="0085747A" w:rsidRPr="00BD050B">
        <w:rPr>
          <w:szCs w:val="24"/>
        </w:rPr>
        <w:t xml:space="preserve"> </w:t>
      </w:r>
      <w:r w:rsidR="00A84C85" w:rsidRPr="00BD050B">
        <w:rPr>
          <w:szCs w:val="24"/>
        </w:rPr>
        <w:t>cele, efekty uczenia się</w:t>
      </w:r>
      <w:r w:rsidR="0085747A" w:rsidRPr="00BD050B">
        <w:rPr>
          <w:szCs w:val="24"/>
        </w:rPr>
        <w:t>, treści Programowe i stosowane metody Dydaktyczne</w:t>
      </w:r>
    </w:p>
    <w:p w14:paraId="2FD6FE6D" w14:textId="77777777" w:rsidR="0085747A" w:rsidRPr="00BD050B" w:rsidRDefault="0085747A" w:rsidP="009C54AE">
      <w:pPr>
        <w:pStyle w:val="Punktygwne"/>
        <w:spacing w:before="0" w:after="0"/>
        <w:rPr>
          <w:szCs w:val="24"/>
        </w:rPr>
      </w:pPr>
    </w:p>
    <w:p w14:paraId="65EB5FEE" w14:textId="77777777" w:rsidR="0085747A" w:rsidRPr="00BD050B" w:rsidRDefault="0071620A" w:rsidP="009C54AE">
      <w:pPr>
        <w:pStyle w:val="Podpunkty"/>
        <w:rPr>
          <w:sz w:val="24"/>
          <w:szCs w:val="24"/>
        </w:rPr>
      </w:pPr>
      <w:r w:rsidRPr="00BD050B">
        <w:rPr>
          <w:sz w:val="24"/>
          <w:szCs w:val="24"/>
        </w:rPr>
        <w:t xml:space="preserve">3.1 </w:t>
      </w:r>
      <w:r w:rsidR="00C05F44" w:rsidRPr="00BD050B">
        <w:rPr>
          <w:sz w:val="24"/>
          <w:szCs w:val="24"/>
        </w:rPr>
        <w:t>Cele przedmiotu</w:t>
      </w:r>
    </w:p>
    <w:p w14:paraId="11CC207B" w14:textId="77777777" w:rsidR="00F83B28" w:rsidRPr="00BD050B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BD050B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BD050B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D050B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32418D89" w:rsidR="009A623D" w:rsidRPr="00BD050B" w:rsidRDefault="004C6B41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D050B">
              <w:rPr>
                <w:b w:val="0"/>
                <w:bCs/>
                <w:sz w:val="24"/>
                <w:szCs w:val="24"/>
              </w:rPr>
              <w:t>P</w:t>
            </w:r>
            <w:r w:rsidR="009A623D" w:rsidRPr="00BD050B">
              <w:rPr>
                <w:b w:val="0"/>
                <w:bCs/>
                <w:sz w:val="24"/>
                <w:szCs w:val="24"/>
              </w:rPr>
              <w:t>rzybliżenie studentom problem</w:t>
            </w:r>
            <w:r w:rsidR="008348D2" w:rsidRPr="00BD050B">
              <w:rPr>
                <w:b w:val="0"/>
                <w:bCs/>
                <w:sz w:val="24"/>
                <w:szCs w:val="24"/>
              </w:rPr>
              <w:t xml:space="preserve">atyki interakcji społecznych i </w:t>
            </w:r>
            <w:r w:rsidRPr="00BD050B">
              <w:rPr>
                <w:b w:val="0"/>
                <w:bCs/>
                <w:sz w:val="24"/>
                <w:szCs w:val="24"/>
              </w:rPr>
              <w:t xml:space="preserve">roli </w:t>
            </w:r>
            <w:r w:rsidR="008348D2" w:rsidRPr="00BD050B">
              <w:rPr>
                <w:b w:val="0"/>
                <w:bCs/>
                <w:sz w:val="24"/>
                <w:szCs w:val="24"/>
              </w:rPr>
              <w:t>ind</w:t>
            </w:r>
            <w:r w:rsidRPr="00BD050B">
              <w:rPr>
                <w:b w:val="0"/>
                <w:bCs/>
                <w:sz w:val="24"/>
                <w:szCs w:val="24"/>
              </w:rPr>
              <w:t>y</w:t>
            </w:r>
            <w:r w:rsidR="008348D2" w:rsidRPr="00BD050B">
              <w:rPr>
                <w:b w:val="0"/>
                <w:bCs/>
                <w:sz w:val="24"/>
                <w:szCs w:val="24"/>
              </w:rPr>
              <w:t xml:space="preserve">widualnych </w:t>
            </w:r>
            <w:r w:rsidRPr="00BD050B">
              <w:rPr>
                <w:b w:val="0"/>
                <w:bCs/>
                <w:sz w:val="24"/>
                <w:szCs w:val="24"/>
              </w:rPr>
              <w:t>umiejętności w tworzeniu więzi międzyludzkich</w:t>
            </w:r>
            <w:r w:rsidR="007B5C2F">
              <w:rPr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BD050B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BD050B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BD050B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17DF9405" w:rsidR="009A623D" w:rsidRPr="00BD050B" w:rsidRDefault="004C6B41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D050B">
              <w:rPr>
                <w:b w:val="0"/>
                <w:bCs/>
                <w:sz w:val="24"/>
                <w:szCs w:val="24"/>
              </w:rPr>
              <w:t>Z</w:t>
            </w:r>
            <w:r w:rsidR="009A623D" w:rsidRPr="00BD050B">
              <w:rPr>
                <w:b w:val="0"/>
                <w:bCs/>
                <w:sz w:val="24"/>
                <w:szCs w:val="24"/>
              </w:rPr>
              <w:t>wrócenie uwagi na złożo</w:t>
            </w:r>
            <w:r w:rsidRPr="00BD050B">
              <w:rPr>
                <w:b w:val="0"/>
                <w:bCs/>
                <w:sz w:val="24"/>
                <w:szCs w:val="24"/>
              </w:rPr>
              <w:t>ność procesów interpersonalnych</w:t>
            </w:r>
            <w:r w:rsidR="007B5C2F">
              <w:rPr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BD050B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BD050B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D050B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36EFEC" w14:textId="773E2FB9" w:rsidR="009A623D" w:rsidRPr="00BD050B" w:rsidRDefault="004C6B41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D050B">
              <w:rPr>
                <w:b w:val="0"/>
                <w:bCs/>
                <w:sz w:val="24"/>
                <w:szCs w:val="24"/>
              </w:rPr>
              <w:t>O</w:t>
            </w:r>
            <w:r w:rsidR="009A623D" w:rsidRPr="00BD050B">
              <w:rPr>
                <w:b w:val="0"/>
                <w:bCs/>
                <w:sz w:val="24"/>
                <w:szCs w:val="24"/>
              </w:rPr>
              <w:t xml:space="preserve">mówienie </w:t>
            </w:r>
            <w:r w:rsidRPr="00BD050B">
              <w:rPr>
                <w:b w:val="0"/>
                <w:bCs/>
                <w:sz w:val="24"/>
                <w:szCs w:val="24"/>
              </w:rPr>
              <w:t xml:space="preserve">najważniejszych mechanizmów </w:t>
            </w:r>
            <w:proofErr w:type="spellStart"/>
            <w:r w:rsidRPr="00BD050B">
              <w:rPr>
                <w:b w:val="0"/>
                <w:bCs/>
                <w:sz w:val="24"/>
                <w:szCs w:val="24"/>
              </w:rPr>
              <w:t>zachowań</w:t>
            </w:r>
            <w:proofErr w:type="spellEnd"/>
            <w:r w:rsidRPr="00BD050B">
              <w:rPr>
                <w:b w:val="0"/>
                <w:bCs/>
                <w:sz w:val="24"/>
                <w:szCs w:val="24"/>
              </w:rPr>
              <w:t xml:space="preserve"> ludzi w różnych kontekstach</w:t>
            </w:r>
            <w:r w:rsidR="007B5C2F">
              <w:rPr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BD050B" w14:paraId="49BF4669" w14:textId="77777777" w:rsidTr="009A623D">
        <w:tc>
          <w:tcPr>
            <w:tcW w:w="845" w:type="dxa"/>
            <w:vAlign w:val="center"/>
          </w:tcPr>
          <w:p w14:paraId="2B0FAFC8" w14:textId="368D56A3" w:rsidR="009A623D" w:rsidRPr="00BD050B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D050B"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13D7680C" w14:textId="27B9B6FB" w:rsidR="009A623D" w:rsidRPr="00BD050B" w:rsidRDefault="004C6B41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D050B">
              <w:rPr>
                <w:b w:val="0"/>
                <w:bCs/>
                <w:sz w:val="24"/>
                <w:szCs w:val="24"/>
              </w:rPr>
              <w:t>P</w:t>
            </w:r>
            <w:r w:rsidR="009A623D" w:rsidRPr="00BD050B">
              <w:rPr>
                <w:b w:val="0"/>
                <w:bCs/>
                <w:sz w:val="24"/>
                <w:szCs w:val="24"/>
              </w:rPr>
              <w:t>rzygotowanie do kontaktu z dziećmi, młodzie</w:t>
            </w:r>
            <w:r w:rsidRPr="00BD050B">
              <w:rPr>
                <w:b w:val="0"/>
                <w:bCs/>
                <w:sz w:val="24"/>
                <w:szCs w:val="24"/>
              </w:rPr>
              <w:t>żą i dorosłymi</w:t>
            </w:r>
            <w:r w:rsidR="007B5C2F">
              <w:rPr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85D327C" w14:textId="77777777" w:rsidR="0085747A" w:rsidRPr="00BD050B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1A668316" w14:textId="7C18E115" w:rsidR="001D7B54" w:rsidRPr="00BD050B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BD050B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BD050B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BD050B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BD050B">
        <w:rPr>
          <w:rFonts w:ascii="Times New Roman" w:hAnsi="Times New Roman"/>
          <w:b/>
          <w:sz w:val="24"/>
          <w:szCs w:val="24"/>
        </w:rPr>
        <w:t>dla przedmiotu</w:t>
      </w:r>
      <w:r w:rsidR="00445970" w:rsidRPr="00BD050B">
        <w:rPr>
          <w:rFonts w:ascii="Times New Roman" w:hAnsi="Times New Roman"/>
          <w:sz w:val="24"/>
          <w:szCs w:val="24"/>
        </w:rPr>
        <w:t xml:space="preserve"> </w:t>
      </w:r>
    </w:p>
    <w:p w14:paraId="79074837" w14:textId="77777777" w:rsidR="001D7B54" w:rsidRPr="00BD050B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D050B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BD050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D050B">
              <w:rPr>
                <w:smallCaps w:val="0"/>
                <w:szCs w:val="24"/>
              </w:rPr>
              <w:t>EK</w:t>
            </w:r>
            <w:r w:rsidR="00A84C85" w:rsidRPr="00BD050B">
              <w:rPr>
                <w:b w:val="0"/>
                <w:smallCaps w:val="0"/>
                <w:szCs w:val="24"/>
              </w:rPr>
              <w:t xml:space="preserve"> (</w:t>
            </w:r>
            <w:r w:rsidR="00C05F44" w:rsidRPr="00BD050B">
              <w:rPr>
                <w:b w:val="0"/>
                <w:smallCaps w:val="0"/>
                <w:szCs w:val="24"/>
              </w:rPr>
              <w:t>efekt uczenia się</w:t>
            </w:r>
            <w:r w:rsidR="00B82308" w:rsidRPr="00BD050B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8FA12C" w14:textId="77777777" w:rsidR="002464DD" w:rsidRPr="00BD050B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BD050B">
              <w:rPr>
                <w:b w:val="0"/>
                <w:smallCaps w:val="0"/>
                <w:szCs w:val="24"/>
              </w:rPr>
              <w:t xml:space="preserve">uczenia się </w:t>
            </w:r>
            <w:r w:rsidRPr="00BD050B">
              <w:rPr>
                <w:b w:val="0"/>
                <w:smallCaps w:val="0"/>
                <w:szCs w:val="24"/>
              </w:rPr>
              <w:t>zdefiniowanego dla przedmiotu</w:t>
            </w:r>
          </w:p>
          <w:p w14:paraId="3729D2E5" w14:textId="1BD6ACAC" w:rsidR="0085747A" w:rsidRPr="00BD050B" w:rsidRDefault="002464DD" w:rsidP="00DE24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>Student:</w:t>
            </w:r>
            <w:r w:rsidR="0085747A" w:rsidRPr="00BD050B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C6BAA" w14:textId="77777777" w:rsidR="0085747A" w:rsidRPr="00BD050B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D050B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D050B" w14:paraId="5D356227" w14:textId="77777777" w:rsidTr="002D4111">
        <w:tc>
          <w:tcPr>
            <w:tcW w:w="1680" w:type="dxa"/>
          </w:tcPr>
          <w:p w14:paraId="36A722B8" w14:textId="58548467" w:rsidR="0085747A" w:rsidRPr="00BD050B" w:rsidRDefault="0085747A" w:rsidP="00DE24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>EK</w:t>
            </w:r>
            <w:r w:rsidR="00DE2420" w:rsidRPr="00BD050B">
              <w:rPr>
                <w:b w:val="0"/>
                <w:smallCaps w:val="0"/>
                <w:szCs w:val="24"/>
              </w:rPr>
              <w:t xml:space="preserve"> </w:t>
            </w:r>
            <w:r w:rsidRPr="00BD050B">
              <w:rPr>
                <w:b w:val="0"/>
                <w:smallCaps w:val="0"/>
                <w:szCs w:val="24"/>
              </w:rPr>
              <w:t>_0</w:t>
            </w:r>
            <w:r w:rsidR="002D4111" w:rsidRPr="00BD050B">
              <w:rPr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03C1EEC9" w:rsidR="0085747A" w:rsidRPr="00BD050B" w:rsidRDefault="007D5B6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 xml:space="preserve">Posiada </w:t>
            </w:r>
            <w:r w:rsidR="00D12E6D">
              <w:rPr>
                <w:b w:val="0"/>
                <w:smallCaps w:val="0"/>
                <w:szCs w:val="24"/>
              </w:rPr>
              <w:t xml:space="preserve">szczegółową </w:t>
            </w:r>
            <w:r w:rsidRPr="00BD050B">
              <w:rPr>
                <w:b w:val="0"/>
                <w:smallCaps w:val="0"/>
                <w:szCs w:val="24"/>
              </w:rPr>
              <w:t>wiedzę na temat zasad komunikacji interpersonalnej oraz rozwiązywania konfliktów i radze</w:t>
            </w:r>
            <w:r w:rsidR="00F04772" w:rsidRPr="00BD050B">
              <w:rPr>
                <w:b w:val="0"/>
                <w:smallCaps w:val="0"/>
                <w:szCs w:val="24"/>
              </w:rPr>
              <w:t>nia sobie w sytuacjach trudnych.</w:t>
            </w:r>
          </w:p>
        </w:tc>
        <w:tc>
          <w:tcPr>
            <w:tcW w:w="1865" w:type="dxa"/>
          </w:tcPr>
          <w:p w14:paraId="258AE9BB" w14:textId="2F352BA4" w:rsidR="002D4111" w:rsidRPr="00BD050B" w:rsidRDefault="00BF34C3" w:rsidP="002D411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>K_W08</w:t>
            </w:r>
          </w:p>
        </w:tc>
      </w:tr>
      <w:tr w:rsidR="007B5C2F" w:rsidRPr="00BD050B" w14:paraId="1753E92B" w14:textId="77777777" w:rsidTr="002D4111">
        <w:tc>
          <w:tcPr>
            <w:tcW w:w="1680" w:type="dxa"/>
          </w:tcPr>
          <w:p w14:paraId="057E2418" w14:textId="3D683E9B" w:rsidR="007B5C2F" w:rsidRPr="00BD050B" w:rsidRDefault="00DE242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33B6656" w14:textId="3216BAA4" w:rsidR="007B5C2F" w:rsidRPr="00D12E6D" w:rsidRDefault="00DE2420" w:rsidP="00DE24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12E6D">
              <w:rPr>
                <w:b w:val="0"/>
                <w:smallCaps w:val="0"/>
                <w:szCs w:val="24"/>
              </w:rPr>
              <w:t xml:space="preserve">Potrafi </w:t>
            </w:r>
            <w:r w:rsidR="00D12E6D">
              <w:rPr>
                <w:b w:val="0"/>
                <w:smallCaps w:val="0"/>
                <w:szCs w:val="24"/>
              </w:rPr>
              <w:t xml:space="preserve">samodzielnie </w:t>
            </w:r>
            <w:r w:rsidRPr="00D12E6D">
              <w:rPr>
                <w:b w:val="0"/>
                <w:smallCaps w:val="0"/>
                <w:szCs w:val="24"/>
              </w:rPr>
              <w:t>interpretować problemy związane z komunikacją interpersonalną.</w:t>
            </w:r>
          </w:p>
        </w:tc>
        <w:tc>
          <w:tcPr>
            <w:tcW w:w="1865" w:type="dxa"/>
          </w:tcPr>
          <w:p w14:paraId="28D1E53C" w14:textId="7EAA2A08" w:rsidR="007B5C2F" w:rsidRPr="00BD050B" w:rsidRDefault="00DE2420" w:rsidP="002D411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K_U02</w:t>
            </w:r>
          </w:p>
        </w:tc>
      </w:tr>
      <w:tr w:rsidR="007B5C2F" w:rsidRPr="00BD050B" w14:paraId="79477C12" w14:textId="77777777" w:rsidTr="002D4111">
        <w:tc>
          <w:tcPr>
            <w:tcW w:w="1680" w:type="dxa"/>
          </w:tcPr>
          <w:p w14:paraId="496799CB" w14:textId="4A50DDD5" w:rsidR="007B5C2F" w:rsidRPr="00BD050B" w:rsidRDefault="00DE242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683E334" w14:textId="28A0F5A6" w:rsidR="00DE2420" w:rsidRPr="00D12E6D" w:rsidRDefault="00DE2420" w:rsidP="00DE24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12E6D">
              <w:rPr>
                <w:b w:val="0"/>
                <w:smallCaps w:val="0"/>
                <w:szCs w:val="24"/>
              </w:rPr>
              <w:t xml:space="preserve">Wykorzystuje </w:t>
            </w:r>
            <w:r w:rsidR="00BC0270">
              <w:rPr>
                <w:b w:val="0"/>
                <w:smallCaps w:val="0"/>
                <w:szCs w:val="24"/>
              </w:rPr>
              <w:t xml:space="preserve">umiejętnie </w:t>
            </w:r>
            <w:r w:rsidRPr="00D12E6D">
              <w:rPr>
                <w:b w:val="0"/>
                <w:smallCaps w:val="0"/>
                <w:szCs w:val="24"/>
              </w:rPr>
              <w:t xml:space="preserve">różne techniki komunikacyjne i sprawnie porozumiewa się przy ich użyciu w kontakcie z dziećmi, dorosłymi, współpracownikami i innymi specjalistami w instytucjach zatrudniających psychologów. </w:t>
            </w:r>
          </w:p>
        </w:tc>
        <w:tc>
          <w:tcPr>
            <w:tcW w:w="1865" w:type="dxa"/>
          </w:tcPr>
          <w:p w14:paraId="0A1B576A" w14:textId="77777777" w:rsidR="007B5C2F" w:rsidRDefault="00DE2420" w:rsidP="002D411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K_U03</w:t>
            </w:r>
          </w:p>
          <w:p w14:paraId="2CB00F4B" w14:textId="3928D372" w:rsidR="00DE2420" w:rsidRPr="00BD050B" w:rsidRDefault="00DE2420" w:rsidP="002D411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K_U18</w:t>
            </w:r>
          </w:p>
        </w:tc>
      </w:tr>
      <w:tr w:rsidR="00DE2420" w:rsidRPr="00BD050B" w14:paraId="368B62E4" w14:textId="77777777" w:rsidTr="002D4111">
        <w:tc>
          <w:tcPr>
            <w:tcW w:w="1680" w:type="dxa"/>
          </w:tcPr>
          <w:p w14:paraId="3D7BA37E" w14:textId="50E34A97" w:rsidR="00DE2420" w:rsidRPr="00BD050B" w:rsidRDefault="00DE2420" w:rsidP="00DE24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4B3BE7D3" w14:textId="3AB157C0" w:rsidR="00DE2420" w:rsidRPr="00D12E6D" w:rsidRDefault="00DE2420" w:rsidP="00DE2420">
            <w:pPr>
              <w:pStyle w:val="Punktygwne"/>
              <w:spacing w:before="0" w:after="0"/>
              <w:rPr>
                <w:b w:val="0"/>
                <w:smallCaps w:val="0"/>
                <w:color w:val="FF0000"/>
                <w:szCs w:val="24"/>
              </w:rPr>
            </w:pPr>
            <w:r w:rsidRPr="00D12E6D">
              <w:rPr>
                <w:b w:val="0"/>
                <w:smallCaps w:val="0"/>
                <w:szCs w:val="24"/>
              </w:rPr>
              <w:t>Systematycznie rozwija swoje kompetencje psychologiczne w zakresie tworzenia właściwych relacji z innymi.</w:t>
            </w:r>
          </w:p>
        </w:tc>
        <w:tc>
          <w:tcPr>
            <w:tcW w:w="1865" w:type="dxa"/>
          </w:tcPr>
          <w:p w14:paraId="54395554" w14:textId="408032DF" w:rsidR="00DE2420" w:rsidRPr="00BD050B" w:rsidRDefault="00DE2420" w:rsidP="00DE24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>K_U16</w:t>
            </w:r>
          </w:p>
        </w:tc>
      </w:tr>
      <w:tr w:rsidR="00DE2420" w:rsidRPr="00BD050B" w14:paraId="5ADAC37F" w14:textId="77777777" w:rsidTr="002D4111">
        <w:tc>
          <w:tcPr>
            <w:tcW w:w="1680" w:type="dxa"/>
          </w:tcPr>
          <w:p w14:paraId="4068425C" w14:textId="64042CE7" w:rsidR="00DE2420" w:rsidRPr="00BD050B" w:rsidRDefault="00DE2420" w:rsidP="00DE24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AC68E46" w14:textId="174A4F20" w:rsidR="00DE2420" w:rsidRPr="00BD050B" w:rsidRDefault="00DE2420" w:rsidP="00DE24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 xml:space="preserve">Popularyzuje wiedzę z zakresu psychologii umiejętnie prowadząc szkolenia i wykorzystując posiadane umiejętności w praktyce.  </w:t>
            </w:r>
          </w:p>
        </w:tc>
        <w:tc>
          <w:tcPr>
            <w:tcW w:w="1865" w:type="dxa"/>
          </w:tcPr>
          <w:p w14:paraId="2E4CFEE1" w14:textId="308A4A6F" w:rsidR="00DE2420" w:rsidRPr="00BD050B" w:rsidRDefault="00DE2420" w:rsidP="00DE24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>K_K05</w:t>
            </w:r>
          </w:p>
        </w:tc>
      </w:tr>
      <w:tr w:rsidR="00DE2420" w:rsidRPr="00BD050B" w14:paraId="73D9837D" w14:textId="77777777" w:rsidTr="002D4111">
        <w:tc>
          <w:tcPr>
            <w:tcW w:w="1680" w:type="dxa"/>
          </w:tcPr>
          <w:p w14:paraId="4CBB10F0" w14:textId="23EE3EC3" w:rsidR="00DE2420" w:rsidRPr="00BD050B" w:rsidRDefault="00DE2420" w:rsidP="00DE24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3F859809" w14:textId="2CB05E56" w:rsidR="00DE2420" w:rsidRPr="00BD050B" w:rsidRDefault="00DE2420" w:rsidP="00DE24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>Ma poczucie odpowiedzialności w związku z pracą terapeutyczną z osobami potrzebującymi wsparcia psychologicznego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3266ABD" w14:textId="1C19F6D3" w:rsidR="00DE2420" w:rsidRPr="00BD050B" w:rsidRDefault="00DE2420" w:rsidP="00DE24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>K_K08</w:t>
            </w:r>
          </w:p>
        </w:tc>
      </w:tr>
    </w:tbl>
    <w:p w14:paraId="51764946" w14:textId="77777777" w:rsidR="0085747A" w:rsidRPr="00BD050B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55C89A43" w14:textId="77777777" w:rsidR="008C0A04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D050B">
        <w:rPr>
          <w:rFonts w:ascii="Times New Roman" w:hAnsi="Times New Roman"/>
          <w:b/>
          <w:sz w:val="24"/>
          <w:szCs w:val="24"/>
        </w:rPr>
        <w:t>3.3</w:t>
      </w:r>
      <w:r w:rsidR="001D7B54" w:rsidRPr="00BD050B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BD050B">
        <w:rPr>
          <w:rFonts w:ascii="Times New Roman" w:hAnsi="Times New Roman"/>
          <w:b/>
          <w:sz w:val="24"/>
          <w:szCs w:val="24"/>
        </w:rPr>
        <w:t>T</w:t>
      </w:r>
      <w:r w:rsidR="001D7B54" w:rsidRPr="00BD050B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79BDD130" w14:textId="77777777" w:rsidR="007A305B" w:rsidRDefault="007A305B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4536F8F7" w14:textId="77777777" w:rsidR="007A305B" w:rsidRPr="00285BB3" w:rsidRDefault="007327BD" w:rsidP="007A305B">
      <w:pPr>
        <w:pStyle w:val="Akapitzlist"/>
        <w:numPr>
          <w:ilvl w:val="0"/>
          <w:numId w:val="1"/>
        </w:numPr>
        <w:spacing w:after="120" w:line="240" w:lineRule="auto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BD050B">
        <w:rPr>
          <w:rFonts w:ascii="Times New Roman" w:hAnsi="Times New Roman"/>
          <w:sz w:val="24"/>
          <w:szCs w:val="24"/>
        </w:rPr>
        <w:t xml:space="preserve">  </w:t>
      </w:r>
      <w:r w:rsidR="007A305B" w:rsidRPr="00285BB3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7A305B" w:rsidRPr="00285BB3" w14:paraId="55E1CFA5" w14:textId="77777777" w:rsidTr="007A305B">
        <w:tc>
          <w:tcPr>
            <w:tcW w:w="9491" w:type="dxa"/>
          </w:tcPr>
          <w:p w14:paraId="68F9E562" w14:textId="77777777" w:rsidR="007A305B" w:rsidRPr="00285BB3" w:rsidRDefault="007A305B" w:rsidP="00BB7410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5BB3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A305B" w:rsidRPr="00285BB3" w14:paraId="21DB6BA8" w14:textId="77777777" w:rsidTr="007A305B">
        <w:tc>
          <w:tcPr>
            <w:tcW w:w="9491" w:type="dxa"/>
          </w:tcPr>
          <w:p w14:paraId="52E7CE1F" w14:textId="171A824B" w:rsidR="007A305B" w:rsidRPr="00285BB3" w:rsidRDefault="007A305B" w:rsidP="00BB74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-----</w:t>
            </w:r>
          </w:p>
        </w:tc>
      </w:tr>
    </w:tbl>
    <w:p w14:paraId="41E5EC01" w14:textId="0BD2E2B2" w:rsidR="0085747A" w:rsidRPr="00BD050B" w:rsidRDefault="0085747A" w:rsidP="007A305B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4E8DBF56" w14:textId="6F0538BC" w:rsidR="008C0A04" w:rsidRPr="008C0A04" w:rsidRDefault="007A305B" w:rsidP="007A305B">
      <w:pPr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 w:rsidR="0085747A" w:rsidRPr="007A305B">
        <w:rPr>
          <w:rFonts w:ascii="Times New Roman" w:hAnsi="Times New Roman"/>
          <w:sz w:val="24"/>
          <w:szCs w:val="24"/>
        </w:rPr>
        <w:t>Problematyka w</w:t>
      </w:r>
      <w:r w:rsidR="00062B96" w:rsidRPr="007A305B">
        <w:rPr>
          <w:rFonts w:ascii="Times New Roman" w:hAnsi="Times New Roman"/>
          <w:sz w:val="24"/>
          <w:szCs w:val="24"/>
        </w:rPr>
        <w:t>arsztatów</w:t>
      </w:r>
      <w:r w:rsidR="0085747A" w:rsidRPr="007A305B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D050B" w14:paraId="7BAD91AA" w14:textId="77777777" w:rsidTr="00C3359A">
        <w:tc>
          <w:tcPr>
            <w:tcW w:w="9520" w:type="dxa"/>
          </w:tcPr>
          <w:p w14:paraId="31393B88" w14:textId="77777777" w:rsidR="0085747A" w:rsidRPr="00BD050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050B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3359A" w:rsidRPr="00BD050B" w14:paraId="1DA90F5A" w14:textId="77777777" w:rsidTr="00C3359A">
        <w:tc>
          <w:tcPr>
            <w:tcW w:w="9520" w:type="dxa"/>
          </w:tcPr>
          <w:p w14:paraId="4CBA2EFA" w14:textId="77622691" w:rsidR="00C3359A" w:rsidRPr="00BD050B" w:rsidRDefault="00662404" w:rsidP="00662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Samopoznanie. Autodiagnoza zasobów osobistych i społecznych.</w:t>
            </w:r>
          </w:p>
        </w:tc>
      </w:tr>
      <w:tr w:rsidR="00C3359A" w:rsidRPr="00BD050B" w14:paraId="5B853458" w14:textId="77777777" w:rsidTr="00C3359A">
        <w:tc>
          <w:tcPr>
            <w:tcW w:w="9520" w:type="dxa"/>
          </w:tcPr>
          <w:p w14:paraId="5F8DBC7F" w14:textId="4D4873CB" w:rsidR="00C3359A" w:rsidRPr="00BD050B" w:rsidRDefault="00662404" w:rsidP="00662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Analiza umiejętności emocjonalnych i społecznych</w:t>
            </w:r>
            <w:r w:rsidR="00F6559F">
              <w:rPr>
                <w:rFonts w:ascii="Times New Roman" w:hAnsi="Times New Roman"/>
                <w:sz w:val="24"/>
                <w:szCs w:val="24"/>
              </w:rPr>
              <w:t>:</w:t>
            </w:r>
            <w:r w:rsidRPr="00BD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050B">
              <w:rPr>
                <w:rFonts w:ascii="Times New Roman" w:hAnsi="Times New Roman"/>
                <w:sz w:val="24"/>
                <w:szCs w:val="24"/>
              </w:rPr>
              <w:t>intrapersonalnych</w:t>
            </w:r>
            <w:proofErr w:type="spellEnd"/>
            <w:r w:rsidRPr="00BD050B">
              <w:rPr>
                <w:rFonts w:ascii="Times New Roman" w:hAnsi="Times New Roman"/>
                <w:sz w:val="24"/>
                <w:szCs w:val="24"/>
              </w:rPr>
              <w:t xml:space="preserve"> i i</w:t>
            </w:r>
            <w:r w:rsidR="00062B96" w:rsidRPr="00BD050B">
              <w:rPr>
                <w:rFonts w:ascii="Times New Roman" w:hAnsi="Times New Roman"/>
                <w:sz w:val="24"/>
                <w:szCs w:val="24"/>
              </w:rPr>
              <w:t>n</w:t>
            </w:r>
            <w:r w:rsidRPr="00BD050B">
              <w:rPr>
                <w:rFonts w:ascii="Times New Roman" w:hAnsi="Times New Roman"/>
                <w:sz w:val="24"/>
                <w:szCs w:val="24"/>
              </w:rPr>
              <w:t xml:space="preserve">terpersonalnych </w:t>
            </w:r>
            <w:r w:rsidR="00DE24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BD050B" w14:paraId="3622A9A4" w14:textId="77777777" w:rsidTr="00C3359A">
        <w:tc>
          <w:tcPr>
            <w:tcW w:w="9520" w:type="dxa"/>
          </w:tcPr>
          <w:p w14:paraId="185CAB41" w14:textId="310748F1" w:rsidR="00C3359A" w:rsidRPr="00BD050B" w:rsidRDefault="0065763F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Czynniki warunkujące efektywn</w:t>
            </w:r>
            <w:r w:rsidR="00F17AC1" w:rsidRPr="00BD050B">
              <w:rPr>
                <w:rFonts w:ascii="Times New Roman" w:hAnsi="Times New Roman"/>
                <w:sz w:val="24"/>
                <w:szCs w:val="24"/>
              </w:rPr>
              <w:t>e komunikowanie się</w:t>
            </w:r>
            <w:r w:rsidR="00DE24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5763F" w:rsidRPr="00BD050B" w14:paraId="3A3E43A1" w14:textId="77777777" w:rsidTr="00C3359A">
        <w:tc>
          <w:tcPr>
            <w:tcW w:w="9520" w:type="dxa"/>
          </w:tcPr>
          <w:p w14:paraId="42A7CBB2" w14:textId="7F8623E2" w:rsidR="0065763F" w:rsidRPr="00BD050B" w:rsidRDefault="0065763F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Autoprezentacja</w:t>
            </w:r>
            <w:r w:rsidR="00DE24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62B96" w:rsidRPr="00BD050B" w14:paraId="3F225F7A" w14:textId="77777777" w:rsidTr="00C3359A">
        <w:tc>
          <w:tcPr>
            <w:tcW w:w="9520" w:type="dxa"/>
          </w:tcPr>
          <w:p w14:paraId="75404EF7" w14:textId="581B893D" w:rsidR="00062B96" w:rsidRPr="00BD050B" w:rsidRDefault="0010175A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Psychologiczne aspekty</w:t>
            </w:r>
            <w:r w:rsidR="00062B96" w:rsidRPr="00BD050B">
              <w:rPr>
                <w:rFonts w:ascii="Times New Roman" w:hAnsi="Times New Roman"/>
                <w:sz w:val="24"/>
                <w:szCs w:val="24"/>
              </w:rPr>
              <w:t xml:space="preserve"> oceniani</w:t>
            </w:r>
            <w:r w:rsidR="0088208C" w:rsidRPr="00BD050B">
              <w:rPr>
                <w:rFonts w:ascii="Times New Roman" w:hAnsi="Times New Roman"/>
                <w:sz w:val="24"/>
                <w:szCs w:val="24"/>
              </w:rPr>
              <w:t>a</w:t>
            </w:r>
            <w:r w:rsidR="00062B96" w:rsidRPr="00BD050B">
              <w:rPr>
                <w:rFonts w:ascii="Times New Roman" w:hAnsi="Times New Roman"/>
                <w:sz w:val="24"/>
                <w:szCs w:val="24"/>
              </w:rPr>
              <w:t xml:space="preserve"> innych ludzi</w:t>
            </w:r>
            <w:r w:rsidR="00DE24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BD050B" w14:paraId="334CB6A6" w14:textId="77777777" w:rsidTr="00C3359A">
        <w:tc>
          <w:tcPr>
            <w:tcW w:w="9520" w:type="dxa"/>
          </w:tcPr>
          <w:p w14:paraId="6AD2C7ED" w14:textId="336CD7FB" w:rsidR="00C3359A" w:rsidRPr="00BD050B" w:rsidRDefault="00062B96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lastRenderedPageBreak/>
              <w:t>Uwarunkowania interakcji z innymi ludźmi. Nawiązywanie kontaktu</w:t>
            </w:r>
            <w:r w:rsidR="00DE24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BD050B" w14:paraId="4529D30B" w14:textId="77777777" w:rsidTr="00C3359A">
        <w:tc>
          <w:tcPr>
            <w:tcW w:w="9520" w:type="dxa"/>
          </w:tcPr>
          <w:p w14:paraId="2107D958" w14:textId="71A68475" w:rsidR="00C3359A" w:rsidRPr="00BD050B" w:rsidRDefault="00F04772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 xml:space="preserve">Sztuka </w:t>
            </w:r>
            <w:r w:rsidR="008F1879" w:rsidRPr="00BD050B">
              <w:rPr>
                <w:rFonts w:ascii="Times New Roman" w:hAnsi="Times New Roman"/>
                <w:sz w:val="24"/>
                <w:szCs w:val="24"/>
              </w:rPr>
              <w:t>rozwiązywania konfliktów</w:t>
            </w:r>
            <w:r w:rsidR="00DE24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1879" w:rsidRPr="00BD050B" w14:paraId="38ED314D" w14:textId="77777777" w:rsidTr="00C3359A">
        <w:tc>
          <w:tcPr>
            <w:tcW w:w="9520" w:type="dxa"/>
          </w:tcPr>
          <w:p w14:paraId="02EC28FD" w14:textId="1C347943" w:rsidR="008F1879" w:rsidRPr="00BD050B" w:rsidRDefault="008F1879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Radzenie sobie z krytyką ze strony innych osób</w:t>
            </w:r>
            <w:r w:rsidR="00DE24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BD050B" w14:paraId="38E01DCF" w14:textId="77777777" w:rsidTr="00C3359A">
        <w:tc>
          <w:tcPr>
            <w:tcW w:w="9520" w:type="dxa"/>
          </w:tcPr>
          <w:p w14:paraId="33755F91" w14:textId="241CC374" w:rsidR="00C3359A" w:rsidRPr="00BD050B" w:rsidRDefault="008F1879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Psychologiczne mechanizmy funkcjonowania w bliskich związkach i w grupie osób</w:t>
            </w:r>
            <w:r w:rsidR="00DE24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BD050B" w14:paraId="3DBA3655" w14:textId="77777777" w:rsidTr="00C3359A">
        <w:tc>
          <w:tcPr>
            <w:tcW w:w="9520" w:type="dxa"/>
          </w:tcPr>
          <w:p w14:paraId="08E469C4" w14:textId="7E82F0E2" w:rsidR="00C3359A" w:rsidRPr="00BD050B" w:rsidRDefault="001B52FD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Sposoby radzenia sobie w sytuacjach trudnych</w:t>
            </w:r>
            <w:r w:rsidR="00DE242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035F680" w14:textId="77777777" w:rsidR="0085747A" w:rsidRPr="00BD050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6937D0" w14:textId="77777777" w:rsidR="0085747A" w:rsidRPr="00BD050B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2C8F068C" w14:textId="77777777" w:rsidR="0085747A" w:rsidRPr="00BD050B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BD050B">
        <w:rPr>
          <w:smallCaps w:val="0"/>
          <w:szCs w:val="24"/>
        </w:rPr>
        <w:t>3.4 Metody dydaktyczne</w:t>
      </w:r>
      <w:r w:rsidRPr="00BD050B">
        <w:rPr>
          <w:b w:val="0"/>
          <w:smallCaps w:val="0"/>
          <w:szCs w:val="24"/>
        </w:rPr>
        <w:t xml:space="preserve"> </w:t>
      </w:r>
    </w:p>
    <w:p w14:paraId="6C464EF8" w14:textId="39A54F3A" w:rsidR="0085747A" w:rsidRPr="00BD050B" w:rsidRDefault="004C6B41" w:rsidP="00C3359A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BD050B">
        <w:rPr>
          <w:b w:val="0"/>
          <w:iCs/>
          <w:smallCaps w:val="0"/>
          <w:szCs w:val="24"/>
        </w:rPr>
        <w:t>Zajęcia warsztatowe</w:t>
      </w:r>
      <w:r w:rsidR="00C3359A" w:rsidRPr="00BD050B">
        <w:rPr>
          <w:b w:val="0"/>
          <w:iCs/>
          <w:smallCaps w:val="0"/>
          <w:szCs w:val="24"/>
        </w:rPr>
        <w:t>: analiza tekstów z dyskusją, praca w grupach, dyskusja, burza mózgów</w:t>
      </w:r>
      <w:r w:rsidRPr="00BD050B">
        <w:rPr>
          <w:b w:val="0"/>
          <w:iCs/>
          <w:smallCaps w:val="0"/>
          <w:szCs w:val="24"/>
        </w:rPr>
        <w:t>, odgrywanie scenek</w:t>
      </w:r>
    </w:p>
    <w:p w14:paraId="29D3905F" w14:textId="1ABB2849" w:rsidR="00E960BB" w:rsidRPr="00BD050B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9053A9C" w14:textId="77777777" w:rsidR="00C3359A" w:rsidRPr="00BD050B" w:rsidRDefault="00C3359A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45643A9" w14:textId="77777777" w:rsidR="0085747A" w:rsidRPr="00BD050B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BD050B">
        <w:rPr>
          <w:smallCaps w:val="0"/>
          <w:szCs w:val="24"/>
        </w:rPr>
        <w:t xml:space="preserve">4. </w:t>
      </w:r>
      <w:r w:rsidR="0085747A" w:rsidRPr="00BD050B">
        <w:rPr>
          <w:smallCaps w:val="0"/>
          <w:szCs w:val="24"/>
        </w:rPr>
        <w:t>METODY I KRYTERIA OCENY</w:t>
      </w:r>
      <w:r w:rsidR="009F4610" w:rsidRPr="00BD050B">
        <w:rPr>
          <w:smallCaps w:val="0"/>
          <w:szCs w:val="24"/>
        </w:rPr>
        <w:t xml:space="preserve"> </w:t>
      </w:r>
    </w:p>
    <w:p w14:paraId="6C6E783E" w14:textId="77777777" w:rsidR="00923D7D" w:rsidRPr="00BD050B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507D829" w14:textId="77777777" w:rsidR="0085747A" w:rsidRPr="00BD050B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D050B">
        <w:rPr>
          <w:smallCaps w:val="0"/>
          <w:szCs w:val="24"/>
        </w:rPr>
        <w:t xml:space="preserve">4.1 Sposoby weryfikacji efektów </w:t>
      </w:r>
      <w:r w:rsidR="00C05F44" w:rsidRPr="00BD050B">
        <w:rPr>
          <w:smallCaps w:val="0"/>
          <w:szCs w:val="24"/>
        </w:rPr>
        <w:t>uczenia się</w:t>
      </w:r>
    </w:p>
    <w:p w14:paraId="78FC7DA0" w14:textId="77777777" w:rsidR="0085747A" w:rsidRPr="00BD050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012"/>
        <w:gridCol w:w="2545"/>
      </w:tblGrid>
      <w:tr w:rsidR="0085747A" w:rsidRPr="00BD050B" w14:paraId="65561D8D" w14:textId="77777777" w:rsidTr="008C0A04">
        <w:tc>
          <w:tcPr>
            <w:tcW w:w="1963" w:type="dxa"/>
            <w:vAlign w:val="center"/>
          </w:tcPr>
          <w:p w14:paraId="096C5013" w14:textId="77777777" w:rsidR="0085747A" w:rsidRPr="00BD050B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12" w:type="dxa"/>
            <w:vAlign w:val="center"/>
          </w:tcPr>
          <w:p w14:paraId="1B48A094" w14:textId="10B89FA8" w:rsidR="0085747A" w:rsidRPr="00BD050B" w:rsidRDefault="00DE242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44FFAB" w14:textId="77777777" w:rsidR="0085747A" w:rsidRPr="00BD050B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BD050B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545" w:type="dxa"/>
            <w:vAlign w:val="center"/>
          </w:tcPr>
          <w:p w14:paraId="0E111BEA" w14:textId="77777777" w:rsidR="00923D7D" w:rsidRPr="00BD050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BD050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D050B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BD050B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5747A" w:rsidRPr="00BD050B" w14:paraId="4BB23A1B" w14:textId="77777777" w:rsidTr="008C0A04">
        <w:trPr>
          <w:trHeight w:val="368"/>
        </w:trPr>
        <w:tc>
          <w:tcPr>
            <w:tcW w:w="1963" w:type="dxa"/>
          </w:tcPr>
          <w:p w14:paraId="33B89991" w14:textId="7C297EFF" w:rsidR="0085747A" w:rsidRPr="00BD050B" w:rsidRDefault="00DE2420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</w:t>
            </w:r>
            <w:r w:rsidR="0085747A" w:rsidRPr="00BD050B">
              <w:rPr>
                <w:b w:val="0"/>
                <w:szCs w:val="24"/>
              </w:rPr>
              <w:t xml:space="preserve">01 </w:t>
            </w:r>
          </w:p>
        </w:tc>
        <w:tc>
          <w:tcPr>
            <w:tcW w:w="5012" w:type="dxa"/>
          </w:tcPr>
          <w:p w14:paraId="4BE8265E" w14:textId="7E64C5DD" w:rsidR="0085747A" w:rsidRPr="00BD050B" w:rsidRDefault="00F61A1B" w:rsidP="00BD050B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BD050B">
              <w:rPr>
                <w:b w:val="0"/>
                <w:smallCaps w:val="0"/>
                <w:color w:val="000000"/>
                <w:szCs w:val="24"/>
              </w:rPr>
              <w:t>Kolokwium ustne</w:t>
            </w:r>
            <w:r w:rsidRPr="00BD050B">
              <w:rPr>
                <w:b w:val="0"/>
                <w:szCs w:val="24"/>
              </w:rPr>
              <w:t xml:space="preserve">, </w:t>
            </w:r>
            <w:r w:rsidRPr="00BD050B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545" w:type="dxa"/>
          </w:tcPr>
          <w:p w14:paraId="2414C40F" w14:textId="46ACA3ED" w:rsidR="0085747A" w:rsidRPr="00BD050B" w:rsidRDefault="00BD050B" w:rsidP="00BD05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zajęcia warsztatowe</w:t>
            </w:r>
          </w:p>
        </w:tc>
      </w:tr>
      <w:tr w:rsidR="0085747A" w:rsidRPr="00BD050B" w14:paraId="4766CFA6" w14:textId="77777777" w:rsidTr="008C0A04">
        <w:tc>
          <w:tcPr>
            <w:tcW w:w="1963" w:type="dxa"/>
          </w:tcPr>
          <w:p w14:paraId="0F6C02AA" w14:textId="314179FD" w:rsidR="0085747A" w:rsidRPr="00BD050B" w:rsidRDefault="00DE2420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</w:t>
            </w:r>
            <w:r w:rsidR="0085747A" w:rsidRPr="00BD050B">
              <w:rPr>
                <w:b w:val="0"/>
                <w:szCs w:val="24"/>
              </w:rPr>
              <w:t>02</w:t>
            </w:r>
          </w:p>
        </w:tc>
        <w:tc>
          <w:tcPr>
            <w:tcW w:w="5012" w:type="dxa"/>
          </w:tcPr>
          <w:p w14:paraId="3DAEF9F7" w14:textId="2231AD87" w:rsidR="0085747A" w:rsidRPr="00BD050B" w:rsidRDefault="00F61A1B" w:rsidP="00BD050B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BD050B">
              <w:rPr>
                <w:b w:val="0"/>
                <w:smallCaps w:val="0"/>
                <w:color w:val="000000"/>
                <w:szCs w:val="24"/>
              </w:rPr>
              <w:t>Kolokwium ustne</w:t>
            </w:r>
            <w:r w:rsidRPr="00BD050B">
              <w:rPr>
                <w:b w:val="0"/>
                <w:szCs w:val="24"/>
              </w:rPr>
              <w:t xml:space="preserve">, </w:t>
            </w:r>
            <w:r w:rsidRPr="00BD050B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545" w:type="dxa"/>
          </w:tcPr>
          <w:p w14:paraId="7CB85A22" w14:textId="3922E4F9" w:rsidR="0085747A" w:rsidRPr="00BD050B" w:rsidRDefault="00BD050B" w:rsidP="00BD05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zajęcia warsztatowe</w:t>
            </w:r>
          </w:p>
        </w:tc>
      </w:tr>
      <w:tr w:rsidR="00A319E0" w:rsidRPr="00BD050B" w14:paraId="43B91C61" w14:textId="77777777" w:rsidTr="008C0A04">
        <w:tc>
          <w:tcPr>
            <w:tcW w:w="1963" w:type="dxa"/>
          </w:tcPr>
          <w:p w14:paraId="572D0A88" w14:textId="2FFCD995" w:rsidR="00A319E0" w:rsidRPr="00BD050B" w:rsidRDefault="00A319E0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D050B">
              <w:rPr>
                <w:b w:val="0"/>
                <w:szCs w:val="24"/>
              </w:rPr>
              <w:t>EK_03</w:t>
            </w:r>
          </w:p>
        </w:tc>
        <w:tc>
          <w:tcPr>
            <w:tcW w:w="5012" w:type="dxa"/>
          </w:tcPr>
          <w:p w14:paraId="75F9F1C6" w14:textId="66DACEB6" w:rsidR="00A319E0" w:rsidRPr="00BD050B" w:rsidRDefault="00F61A1B" w:rsidP="00BD050B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BD050B">
              <w:rPr>
                <w:b w:val="0"/>
                <w:smallCaps w:val="0"/>
                <w:color w:val="000000"/>
                <w:szCs w:val="24"/>
              </w:rPr>
              <w:t>Kolokwium ustne</w:t>
            </w:r>
            <w:r w:rsidRPr="00BD050B">
              <w:rPr>
                <w:b w:val="0"/>
                <w:szCs w:val="24"/>
              </w:rPr>
              <w:t xml:space="preserve">, </w:t>
            </w:r>
            <w:r w:rsidRPr="00BD050B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545" w:type="dxa"/>
          </w:tcPr>
          <w:p w14:paraId="10BD2820" w14:textId="2607C0A9" w:rsidR="00A319E0" w:rsidRPr="00BD050B" w:rsidRDefault="00BD050B" w:rsidP="00BD05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zajęcia warsztatowe</w:t>
            </w:r>
          </w:p>
        </w:tc>
      </w:tr>
      <w:tr w:rsidR="00087E43" w:rsidRPr="00BD050B" w14:paraId="0386779E" w14:textId="77777777" w:rsidTr="008C0A04">
        <w:tc>
          <w:tcPr>
            <w:tcW w:w="1963" w:type="dxa"/>
          </w:tcPr>
          <w:p w14:paraId="71862C8E" w14:textId="05885398" w:rsidR="00087E43" w:rsidRPr="00BD050B" w:rsidRDefault="00087E43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D050B">
              <w:rPr>
                <w:b w:val="0"/>
                <w:szCs w:val="24"/>
              </w:rPr>
              <w:t>EK_04</w:t>
            </w:r>
          </w:p>
        </w:tc>
        <w:tc>
          <w:tcPr>
            <w:tcW w:w="5012" w:type="dxa"/>
          </w:tcPr>
          <w:p w14:paraId="43684044" w14:textId="48113303" w:rsidR="00087E43" w:rsidRPr="00D7012D" w:rsidRDefault="00F61A1B" w:rsidP="00D7012D">
            <w:pPr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D7012D">
              <w:rPr>
                <w:rFonts w:ascii="Times New Roman" w:hAnsi="Times New Roman"/>
                <w:color w:val="000000"/>
                <w:sz w:val="24"/>
                <w:szCs w:val="24"/>
              </w:rPr>
              <w:t>Kolokwium ustne</w:t>
            </w:r>
            <w:r w:rsidRPr="00D701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7012D">
              <w:rPr>
                <w:rFonts w:ascii="Times New Roman" w:hAnsi="Times New Roman"/>
                <w:color w:val="000000"/>
                <w:sz w:val="24"/>
                <w:szCs w:val="24"/>
              </w:rPr>
              <w:t>obserwacja w trakcie zajęć</w:t>
            </w:r>
            <w:r w:rsidR="00D7012D" w:rsidRPr="00D7012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F6559F" w:rsidRPr="00D7012D">
              <w:rPr>
                <w:rFonts w:ascii="Times New Roman" w:hAnsi="Times New Roman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="00D7012D">
              <w:rPr>
                <w:rFonts w:ascii="Times New Roman" w:hAnsi="Times New Roman"/>
                <w:b/>
                <w:smallCaps/>
                <w:color w:val="000000"/>
                <w:sz w:val="24"/>
                <w:szCs w:val="24"/>
              </w:rPr>
              <w:t>p</w:t>
            </w:r>
            <w:r w:rsidR="00F6559F" w:rsidRPr="00D7012D">
              <w:rPr>
                <w:rFonts w:ascii="Times New Roman" w:hAnsi="Times New Roman"/>
                <w:sz w:val="24"/>
                <w:szCs w:val="24"/>
              </w:rPr>
              <w:t>r</w:t>
            </w:r>
            <w:r w:rsidR="00D7012D" w:rsidRPr="00D7012D">
              <w:rPr>
                <w:rFonts w:ascii="Times New Roman" w:hAnsi="Times New Roman"/>
                <w:sz w:val="24"/>
                <w:szCs w:val="24"/>
              </w:rPr>
              <w:t>aca projektowa</w:t>
            </w:r>
            <w:r w:rsidR="00F6559F" w:rsidRPr="00D7012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D7B6B">
              <w:rPr>
                <w:rFonts w:ascii="Times New Roman" w:hAnsi="Times New Roman"/>
                <w:sz w:val="24"/>
                <w:szCs w:val="24"/>
              </w:rPr>
              <w:t>„O</w:t>
            </w:r>
            <w:r w:rsidR="00F6559F" w:rsidRPr="00D7012D">
              <w:rPr>
                <w:rFonts w:ascii="Times New Roman" w:hAnsi="Times New Roman"/>
                <w:sz w:val="24"/>
                <w:szCs w:val="24"/>
              </w:rPr>
              <w:t>pracowanie scenariusza zajęć rozwijających kompetencje społeczne i ich przeprowadzenie</w:t>
            </w:r>
            <w:r w:rsidR="009D7B6B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2545" w:type="dxa"/>
          </w:tcPr>
          <w:p w14:paraId="11765423" w14:textId="71E9087B" w:rsidR="00087E43" w:rsidRPr="00BD050B" w:rsidRDefault="00BD050B" w:rsidP="00BD05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zajęcia warsztatowe</w:t>
            </w:r>
          </w:p>
        </w:tc>
      </w:tr>
      <w:tr w:rsidR="00651036" w:rsidRPr="00BD050B" w14:paraId="2C843439" w14:textId="77777777" w:rsidTr="008C0A04">
        <w:tc>
          <w:tcPr>
            <w:tcW w:w="1963" w:type="dxa"/>
          </w:tcPr>
          <w:p w14:paraId="33DA7329" w14:textId="56FD5372" w:rsidR="00651036" w:rsidRPr="00BD050B" w:rsidRDefault="00651036" w:rsidP="0065103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D050B">
              <w:rPr>
                <w:b w:val="0"/>
                <w:szCs w:val="24"/>
              </w:rPr>
              <w:t>EK_05</w:t>
            </w:r>
          </w:p>
        </w:tc>
        <w:tc>
          <w:tcPr>
            <w:tcW w:w="5012" w:type="dxa"/>
          </w:tcPr>
          <w:p w14:paraId="5E80CD73" w14:textId="67B33885" w:rsidR="00651036" w:rsidRPr="00BD050B" w:rsidRDefault="00651036" w:rsidP="00BD050B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BD050B">
              <w:rPr>
                <w:b w:val="0"/>
                <w:smallCaps w:val="0"/>
                <w:color w:val="000000"/>
                <w:szCs w:val="24"/>
              </w:rPr>
              <w:t>Kolokwium ustne</w:t>
            </w:r>
            <w:r w:rsidRPr="00BD050B">
              <w:rPr>
                <w:b w:val="0"/>
                <w:szCs w:val="24"/>
              </w:rPr>
              <w:t xml:space="preserve">, </w:t>
            </w:r>
            <w:r w:rsidRPr="00BD050B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545" w:type="dxa"/>
          </w:tcPr>
          <w:p w14:paraId="0E56A1A7" w14:textId="25471AA6" w:rsidR="00651036" w:rsidRPr="00BD050B" w:rsidRDefault="00BD050B" w:rsidP="00BD05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zajęcia warsztatowe</w:t>
            </w:r>
          </w:p>
        </w:tc>
      </w:tr>
      <w:tr w:rsidR="00651036" w:rsidRPr="00BD050B" w14:paraId="18404E6E" w14:textId="77777777" w:rsidTr="008C0A04">
        <w:tc>
          <w:tcPr>
            <w:tcW w:w="1963" w:type="dxa"/>
          </w:tcPr>
          <w:p w14:paraId="051C04E8" w14:textId="255B9BC6" w:rsidR="00651036" w:rsidRPr="00BD050B" w:rsidRDefault="00651036" w:rsidP="0065103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D050B">
              <w:rPr>
                <w:b w:val="0"/>
                <w:szCs w:val="24"/>
              </w:rPr>
              <w:t>EK_06</w:t>
            </w:r>
          </w:p>
        </w:tc>
        <w:tc>
          <w:tcPr>
            <w:tcW w:w="5012" w:type="dxa"/>
          </w:tcPr>
          <w:p w14:paraId="1EF4E77D" w14:textId="618C2420" w:rsidR="00651036" w:rsidRPr="00BD050B" w:rsidRDefault="00651036" w:rsidP="00BD050B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BD050B">
              <w:rPr>
                <w:b w:val="0"/>
                <w:smallCaps w:val="0"/>
                <w:color w:val="000000"/>
                <w:szCs w:val="24"/>
              </w:rPr>
              <w:t>Kolokwium ustne</w:t>
            </w:r>
            <w:r w:rsidRPr="00BD050B">
              <w:rPr>
                <w:b w:val="0"/>
                <w:szCs w:val="24"/>
              </w:rPr>
              <w:t xml:space="preserve">, </w:t>
            </w:r>
            <w:r w:rsidRPr="00BD050B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545" w:type="dxa"/>
          </w:tcPr>
          <w:p w14:paraId="34616A85" w14:textId="34D97921" w:rsidR="00651036" w:rsidRPr="00BD050B" w:rsidRDefault="00BD050B" w:rsidP="00BD050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zajęcia warsztatowe</w:t>
            </w:r>
          </w:p>
        </w:tc>
      </w:tr>
    </w:tbl>
    <w:p w14:paraId="4E38F28A" w14:textId="77777777" w:rsidR="00923D7D" w:rsidRPr="00BD050B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7CA38E6" w14:textId="77777777" w:rsidR="009D7B6B" w:rsidRPr="00BC2E08" w:rsidRDefault="009D7B6B" w:rsidP="009D7B6B">
      <w:pPr>
        <w:pStyle w:val="Punktygwne"/>
        <w:spacing w:before="0" w:after="0"/>
        <w:ind w:left="426"/>
        <w:rPr>
          <w:smallCaps w:val="0"/>
          <w:szCs w:val="24"/>
        </w:rPr>
      </w:pPr>
      <w:r w:rsidRPr="00BC2E08">
        <w:rPr>
          <w:smallCaps w:val="0"/>
          <w:szCs w:val="24"/>
        </w:rPr>
        <w:t>4.2 Warunki zaliczenia przedmiotu (kryteria oceniania)</w:t>
      </w:r>
    </w:p>
    <w:p w14:paraId="03F5C5A5" w14:textId="77777777" w:rsidR="009D7B6B" w:rsidRPr="00BC2E08" w:rsidRDefault="009D7B6B" w:rsidP="009D7B6B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7B6B" w:rsidRPr="00BC2E08" w14:paraId="186D223A" w14:textId="77777777" w:rsidTr="00057F8D">
        <w:tc>
          <w:tcPr>
            <w:tcW w:w="9670" w:type="dxa"/>
          </w:tcPr>
          <w:p w14:paraId="138E4380" w14:textId="46FD416C" w:rsidR="009D7B6B" w:rsidRPr="00BD050B" w:rsidRDefault="009D7B6B" w:rsidP="009D7B6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1. </w:t>
            </w:r>
            <w:r w:rsidRPr="00BD050B">
              <w:rPr>
                <w:b w:val="0"/>
                <w:smallCaps w:val="0"/>
                <w:szCs w:val="24"/>
              </w:rPr>
              <w:t>Aktywność w trakcie zajęć</w:t>
            </w:r>
          </w:p>
          <w:p w14:paraId="7E948865" w14:textId="4D1C6884" w:rsidR="009D7B6B" w:rsidRPr="009D7B6B" w:rsidRDefault="009D7B6B" w:rsidP="009D7B6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2. Praca projektowa: „Opracowanie scenariusza zajęć rozwijających kompetencje społeczne i ich przeprowadzenie” </w:t>
            </w:r>
          </w:p>
          <w:p w14:paraId="06AC089C" w14:textId="681B9846" w:rsidR="009D7B6B" w:rsidRPr="009D7B6B" w:rsidRDefault="009D7B6B" w:rsidP="009D7B6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D7B6B">
              <w:rPr>
                <w:b w:val="0"/>
                <w:smallCaps w:val="0"/>
                <w:szCs w:val="24"/>
              </w:rPr>
              <w:t xml:space="preserve">3. </w:t>
            </w:r>
            <w:r>
              <w:rPr>
                <w:b w:val="0"/>
                <w:smallCaps w:val="0"/>
                <w:szCs w:val="24"/>
              </w:rPr>
              <w:t>K</w:t>
            </w:r>
            <w:r w:rsidRPr="009D7B6B">
              <w:rPr>
                <w:b w:val="0"/>
                <w:smallCaps w:val="0"/>
                <w:szCs w:val="24"/>
              </w:rPr>
              <w:t>olokwium ustne:</w:t>
            </w:r>
          </w:p>
          <w:p w14:paraId="10D30EF5" w14:textId="77777777" w:rsidR="009D7B6B" w:rsidRDefault="009D7B6B" w:rsidP="009D7B6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Ocena 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0BF18F05" w14:textId="77777777" w:rsidR="009D7B6B" w:rsidRDefault="009D7B6B" w:rsidP="009D7B6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4D086744" w14:textId="77777777" w:rsidR="009D7B6B" w:rsidRDefault="009D7B6B" w:rsidP="009D7B6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566E7B3C" w14:textId="77777777" w:rsidR="009D7B6B" w:rsidRDefault="009D7B6B" w:rsidP="009D7B6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677A9D56" w14:textId="77777777" w:rsidR="009D7B6B" w:rsidRDefault="009D7B6B" w:rsidP="009D7B6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65F2E5B3" w14:textId="77777777" w:rsidR="009D7B6B" w:rsidRDefault="009D7B6B" w:rsidP="009D7B6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  <w:p w14:paraId="3262EEBA" w14:textId="6FA5E627" w:rsidR="009D7B6B" w:rsidRPr="00BC2E08" w:rsidRDefault="009D7B6B" w:rsidP="009D7B6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2DC6B794" w14:textId="77777777" w:rsidR="009D7B6B" w:rsidRPr="00BC2E08" w:rsidRDefault="009D7B6B" w:rsidP="009D7B6B">
      <w:pPr>
        <w:pStyle w:val="Punktygwne"/>
        <w:spacing w:before="0" w:after="0"/>
        <w:rPr>
          <w:b w:val="0"/>
          <w:smallCaps w:val="0"/>
          <w:szCs w:val="24"/>
        </w:rPr>
      </w:pPr>
    </w:p>
    <w:p w14:paraId="69E9204F" w14:textId="77777777" w:rsidR="0085747A" w:rsidRPr="00BD050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F897661" w14:textId="77777777" w:rsidR="009F4610" w:rsidRPr="00BD050B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D050B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BD050B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BD050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D050B" w14:paraId="085F6EB5" w14:textId="77777777" w:rsidTr="008C0A04">
        <w:tc>
          <w:tcPr>
            <w:tcW w:w="5132" w:type="dxa"/>
            <w:vAlign w:val="center"/>
          </w:tcPr>
          <w:p w14:paraId="5AF78E02" w14:textId="77777777" w:rsidR="0085747A" w:rsidRPr="00BD05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50B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BD050B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BD050B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660FD4B1" w14:textId="77777777" w:rsidR="0085747A" w:rsidRPr="00BD05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50B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BD050B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BD05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D050B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D050B" w14:paraId="10FA7CE6" w14:textId="77777777" w:rsidTr="008C0A04">
        <w:tc>
          <w:tcPr>
            <w:tcW w:w="5132" w:type="dxa"/>
          </w:tcPr>
          <w:p w14:paraId="5026D884" w14:textId="77777777" w:rsidR="0085747A" w:rsidRPr="00BD050B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BD050B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BD050B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BD050B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BD050B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BD050B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BD050B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BD050B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BD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050B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BD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88" w:type="dxa"/>
          </w:tcPr>
          <w:p w14:paraId="7D4D13B8" w14:textId="2454817F" w:rsidR="0085747A" w:rsidRPr="00BD050B" w:rsidRDefault="00FE1A0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61DC5" w:rsidRPr="00BD050B" w14:paraId="2A990EB9" w14:textId="77777777" w:rsidTr="008C0A04">
        <w:trPr>
          <w:trHeight w:val="455"/>
        </w:trPr>
        <w:tc>
          <w:tcPr>
            <w:tcW w:w="5132" w:type="dxa"/>
          </w:tcPr>
          <w:p w14:paraId="74962B30" w14:textId="77777777" w:rsidR="00C61DC5" w:rsidRPr="00BD050B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BD050B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4003D403" w14:textId="77D1DFBB" w:rsidR="00C61DC5" w:rsidRPr="00BD050B" w:rsidRDefault="00DE7D1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-</w:t>
            </w:r>
            <w:r w:rsidR="00C61DC5" w:rsidRPr="00BD050B">
              <w:rPr>
                <w:rFonts w:ascii="Times New Roman" w:hAnsi="Times New Roman"/>
                <w:sz w:val="24"/>
                <w:szCs w:val="24"/>
              </w:rPr>
              <w:t>udział w konsultacjac</w:t>
            </w:r>
            <w:r w:rsidR="00FE1A0D" w:rsidRPr="00BD050B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  <w:tc>
          <w:tcPr>
            <w:tcW w:w="4388" w:type="dxa"/>
          </w:tcPr>
          <w:p w14:paraId="484CCE4D" w14:textId="77777777" w:rsidR="00FE1A0D" w:rsidRPr="00BD050B" w:rsidRDefault="00FE1A0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E94F6E" w14:textId="1843EA68" w:rsidR="00DE7D18" w:rsidRPr="00BD050B" w:rsidRDefault="00FE1A0D" w:rsidP="00FE1A0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61DC5" w:rsidRPr="00BD050B" w14:paraId="442A0F9E" w14:textId="77777777" w:rsidTr="008C0A04">
        <w:tc>
          <w:tcPr>
            <w:tcW w:w="5132" w:type="dxa"/>
          </w:tcPr>
          <w:p w14:paraId="29E1C64D" w14:textId="77777777" w:rsidR="00891F94" w:rsidRPr="00BD050B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BD050B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BD050B">
              <w:rPr>
                <w:rFonts w:ascii="Times New Roman" w:hAnsi="Times New Roman"/>
                <w:sz w:val="24"/>
                <w:szCs w:val="24"/>
              </w:rPr>
              <w:t xml:space="preserve"> – praca własna studenta: </w:t>
            </w:r>
          </w:p>
          <w:p w14:paraId="55814E37" w14:textId="77777777" w:rsidR="00891F94" w:rsidRPr="00BD050B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 xml:space="preserve">- przygotowanie do zajęć  </w:t>
            </w:r>
          </w:p>
          <w:p w14:paraId="5EC07E6F" w14:textId="26EC35B0" w:rsidR="00891F94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- przygotowanie do zaliczenia</w:t>
            </w:r>
          </w:p>
          <w:p w14:paraId="0C8B075F" w14:textId="46757E0C" w:rsidR="00D7012D" w:rsidRPr="00BD050B" w:rsidRDefault="00D7012D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mallCap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mallCaps/>
                <w:color w:val="000000"/>
                <w:sz w:val="24"/>
                <w:szCs w:val="24"/>
              </w:rPr>
              <w:t>p</w:t>
            </w:r>
            <w:r w:rsidRPr="00D7012D">
              <w:rPr>
                <w:rFonts w:ascii="Times New Roman" w:hAnsi="Times New Roman"/>
                <w:sz w:val="24"/>
                <w:szCs w:val="24"/>
              </w:rPr>
              <w:t xml:space="preserve">raca projektowa: </w:t>
            </w:r>
            <w:r>
              <w:rPr>
                <w:rFonts w:ascii="Times New Roman" w:hAnsi="Times New Roman"/>
                <w:sz w:val="24"/>
                <w:szCs w:val="24"/>
              </w:rPr>
              <w:t>„O</w:t>
            </w:r>
            <w:r w:rsidRPr="00D7012D">
              <w:rPr>
                <w:rFonts w:ascii="Times New Roman" w:hAnsi="Times New Roman"/>
                <w:sz w:val="24"/>
                <w:szCs w:val="24"/>
              </w:rPr>
              <w:t>pracowanie scenariusza zajęć rozwijających kompetencje społeczne i ich przeprowadzenie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5D2F3BEF" w14:textId="648B1F49" w:rsidR="00891F94" w:rsidRPr="00BD050B" w:rsidRDefault="00891F94" w:rsidP="00891F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- samodzielne studiowanie literatury przedmiotu</w:t>
            </w:r>
          </w:p>
        </w:tc>
        <w:tc>
          <w:tcPr>
            <w:tcW w:w="4388" w:type="dxa"/>
          </w:tcPr>
          <w:p w14:paraId="2BCCCF2B" w14:textId="77777777" w:rsidR="00D7012D" w:rsidRPr="00BD050B" w:rsidRDefault="00D7012D" w:rsidP="00C64A0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36462248" w14:textId="1622B4B9" w:rsidR="00891F94" w:rsidRPr="00BD050B" w:rsidRDefault="00181A9A" w:rsidP="00891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1</w:t>
            </w:r>
            <w:r w:rsidR="00D7012D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3B9DFE98" w14:textId="43FF46F4" w:rsidR="00891F94" w:rsidRDefault="00181A9A" w:rsidP="00891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82F032D" w14:textId="77777777" w:rsidR="00D7012D" w:rsidRPr="00BD050B" w:rsidRDefault="00D7012D" w:rsidP="00891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1CC5CA" w14:textId="362980CD" w:rsidR="00891F94" w:rsidRDefault="00D7012D" w:rsidP="00F047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7C0F60A2" w14:textId="0287FBFA" w:rsidR="00D7012D" w:rsidRDefault="00D7012D" w:rsidP="00D701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81B2367" w14:textId="17EE43EF" w:rsidR="00D7012D" w:rsidRPr="00BD050B" w:rsidRDefault="00D7012D" w:rsidP="00D701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5</w:t>
            </w:r>
          </w:p>
        </w:tc>
      </w:tr>
      <w:tr w:rsidR="0085747A" w:rsidRPr="00BD050B" w14:paraId="6DB50674" w14:textId="77777777" w:rsidTr="008C0A04">
        <w:tc>
          <w:tcPr>
            <w:tcW w:w="5132" w:type="dxa"/>
          </w:tcPr>
          <w:p w14:paraId="1CA5FB24" w14:textId="77777777" w:rsidR="0085747A" w:rsidRPr="00BD050B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26A04648" w14:textId="39AAC70E" w:rsidR="0085747A" w:rsidRPr="00BD050B" w:rsidRDefault="00181A9A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BD050B" w14:paraId="3E0A8E5B" w14:textId="77777777" w:rsidTr="008C0A04">
        <w:tc>
          <w:tcPr>
            <w:tcW w:w="5132" w:type="dxa"/>
          </w:tcPr>
          <w:p w14:paraId="54C58939" w14:textId="77777777" w:rsidR="0085747A" w:rsidRPr="00BD050B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D050B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392E3DED" w14:textId="7AB6F3D9" w:rsidR="0085747A" w:rsidRPr="00BD050B" w:rsidRDefault="00181A9A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5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36040A0F" w14:textId="77777777" w:rsidR="0085747A" w:rsidRPr="00BD050B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BD050B">
        <w:rPr>
          <w:b w:val="0"/>
          <w:i/>
          <w:smallCaps w:val="0"/>
          <w:szCs w:val="24"/>
        </w:rPr>
        <w:t xml:space="preserve">* </w:t>
      </w:r>
      <w:r w:rsidR="00C61DC5" w:rsidRPr="00BD050B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BD050B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420625E" w14:textId="77777777" w:rsidR="0085747A" w:rsidRPr="00BD050B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BD050B">
        <w:rPr>
          <w:smallCaps w:val="0"/>
          <w:szCs w:val="24"/>
        </w:rPr>
        <w:t xml:space="preserve">6. </w:t>
      </w:r>
      <w:r w:rsidR="0085747A" w:rsidRPr="00BD050B">
        <w:rPr>
          <w:smallCaps w:val="0"/>
          <w:szCs w:val="24"/>
        </w:rPr>
        <w:t>PRAKTYKI ZAWO</w:t>
      </w:r>
      <w:r w:rsidR="009C1331" w:rsidRPr="00BD050B">
        <w:rPr>
          <w:smallCaps w:val="0"/>
          <w:szCs w:val="24"/>
        </w:rPr>
        <w:t>DOWE W RAMACH PRZEDMIOTU</w:t>
      </w:r>
    </w:p>
    <w:p w14:paraId="696A522A" w14:textId="77777777" w:rsidR="0085747A" w:rsidRPr="00BD050B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D050B" w14:paraId="1F812E7C" w14:textId="77777777" w:rsidTr="0071620A">
        <w:trPr>
          <w:trHeight w:val="397"/>
        </w:trPr>
        <w:tc>
          <w:tcPr>
            <w:tcW w:w="3544" w:type="dxa"/>
          </w:tcPr>
          <w:p w14:paraId="2EDF00EE" w14:textId="77777777" w:rsidR="0085747A" w:rsidRPr="00BD050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C3384FA" w14:textId="5FE8225E" w:rsidR="0085747A" w:rsidRPr="00BD050B" w:rsidRDefault="00356306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="00DA4EBE" w:rsidRPr="00BD050B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BD050B" w14:paraId="2465DEE2" w14:textId="77777777" w:rsidTr="0071620A">
        <w:trPr>
          <w:trHeight w:val="397"/>
        </w:trPr>
        <w:tc>
          <w:tcPr>
            <w:tcW w:w="3544" w:type="dxa"/>
          </w:tcPr>
          <w:p w14:paraId="39E0FF59" w14:textId="77777777" w:rsidR="0085747A" w:rsidRPr="00BD050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B0CAEF" w14:textId="02F71C60" w:rsidR="0085747A" w:rsidRPr="00BD050B" w:rsidRDefault="0035630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</w:t>
            </w:r>
            <w:r w:rsidR="00DA4EBE" w:rsidRPr="00BD050B">
              <w:rPr>
                <w:b w:val="0"/>
                <w:smallCaps w:val="0"/>
                <w:szCs w:val="24"/>
              </w:rPr>
              <w:t>ie dotyczy</w:t>
            </w:r>
          </w:p>
        </w:tc>
      </w:tr>
    </w:tbl>
    <w:p w14:paraId="73245672" w14:textId="77777777" w:rsidR="003E1941" w:rsidRPr="00BD050B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4154528" w14:textId="77777777" w:rsidR="0085747A" w:rsidRPr="00BD050B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BD050B">
        <w:rPr>
          <w:smallCaps w:val="0"/>
          <w:szCs w:val="24"/>
        </w:rPr>
        <w:t xml:space="preserve">7. </w:t>
      </w:r>
      <w:r w:rsidR="0085747A" w:rsidRPr="00BD050B">
        <w:rPr>
          <w:smallCaps w:val="0"/>
          <w:szCs w:val="24"/>
        </w:rPr>
        <w:t>LITERATURA</w:t>
      </w:r>
      <w:r w:rsidRPr="00BD050B">
        <w:rPr>
          <w:smallCaps w:val="0"/>
          <w:szCs w:val="24"/>
        </w:rPr>
        <w:t xml:space="preserve"> </w:t>
      </w:r>
    </w:p>
    <w:p w14:paraId="4F0ADF2E" w14:textId="77777777" w:rsidR="00675843" w:rsidRPr="00BD050B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D050B" w14:paraId="5729AA55" w14:textId="77777777" w:rsidTr="00651036">
        <w:trPr>
          <w:trHeight w:val="397"/>
        </w:trPr>
        <w:tc>
          <w:tcPr>
            <w:tcW w:w="5000" w:type="pct"/>
          </w:tcPr>
          <w:p w14:paraId="27743631" w14:textId="20620E52" w:rsidR="001C605D" w:rsidRPr="00356306" w:rsidRDefault="0085747A" w:rsidP="00356306">
            <w:pPr>
              <w:pStyle w:val="Punktygwne"/>
              <w:spacing w:before="0"/>
              <w:rPr>
                <w:bCs/>
                <w:smallCaps w:val="0"/>
                <w:szCs w:val="24"/>
              </w:rPr>
            </w:pPr>
            <w:r w:rsidRPr="00BD050B">
              <w:rPr>
                <w:bCs/>
                <w:smallCaps w:val="0"/>
                <w:szCs w:val="24"/>
              </w:rPr>
              <w:t>Literatura podstawowa:</w:t>
            </w:r>
          </w:p>
          <w:p w14:paraId="7A2751F3" w14:textId="03C366E0" w:rsidR="000E6F46" w:rsidRPr="00BD050B" w:rsidRDefault="000E6F46" w:rsidP="00477A9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>Davis</w:t>
            </w:r>
            <w:r w:rsidR="00255FB6" w:rsidRPr="00BD050B">
              <w:rPr>
                <w:b w:val="0"/>
                <w:smallCaps w:val="0"/>
                <w:szCs w:val="24"/>
              </w:rPr>
              <w:t>,</w:t>
            </w:r>
            <w:r w:rsidRPr="00BD050B">
              <w:rPr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BD050B">
              <w:rPr>
                <w:b w:val="0"/>
                <w:smallCaps w:val="0"/>
                <w:szCs w:val="24"/>
              </w:rPr>
              <w:t>Fanning</w:t>
            </w:r>
            <w:proofErr w:type="spellEnd"/>
            <w:r w:rsidR="00255FB6" w:rsidRPr="00BD050B">
              <w:rPr>
                <w:b w:val="0"/>
                <w:smallCaps w:val="0"/>
                <w:szCs w:val="24"/>
              </w:rPr>
              <w:t>,</w:t>
            </w:r>
            <w:r w:rsidRPr="00BD050B">
              <w:rPr>
                <w:b w:val="0"/>
                <w:smallCaps w:val="0"/>
                <w:szCs w:val="24"/>
              </w:rPr>
              <w:t xml:space="preserve"> P</w:t>
            </w:r>
            <w:r w:rsidR="00255FB6" w:rsidRPr="00BD050B">
              <w:rPr>
                <w:b w:val="0"/>
                <w:smallCaps w:val="0"/>
                <w:szCs w:val="24"/>
              </w:rPr>
              <w:t>.</w:t>
            </w:r>
            <w:r w:rsidRPr="00BD050B">
              <w:rPr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BD050B">
              <w:rPr>
                <w:b w:val="0"/>
                <w:smallCaps w:val="0"/>
                <w:szCs w:val="24"/>
              </w:rPr>
              <w:t>M</w:t>
            </w:r>
            <w:r w:rsidR="001B675A" w:rsidRPr="00BD050B">
              <w:rPr>
                <w:b w:val="0"/>
                <w:smallCaps w:val="0"/>
                <w:szCs w:val="24"/>
              </w:rPr>
              <w:t>c</w:t>
            </w:r>
            <w:r w:rsidRPr="00BD050B">
              <w:rPr>
                <w:b w:val="0"/>
                <w:smallCaps w:val="0"/>
                <w:szCs w:val="24"/>
              </w:rPr>
              <w:t>Kay</w:t>
            </w:r>
            <w:proofErr w:type="spellEnd"/>
            <w:r w:rsidR="001B675A" w:rsidRPr="00BD050B">
              <w:rPr>
                <w:b w:val="0"/>
                <w:smallCaps w:val="0"/>
                <w:szCs w:val="24"/>
              </w:rPr>
              <w:t>, M.</w:t>
            </w:r>
            <w:r w:rsidRPr="00BD050B">
              <w:rPr>
                <w:b w:val="0"/>
                <w:smallCaps w:val="0"/>
                <w:szCs w:val="24"/>
              </w:rPr>
              <w:t xml:space="preserve"> (2021). </w:t>
            </w:r>
            <w:r w:rsidRPr="00BD050B">
              <w:rPr>
                <w:b w:val="0"/>
                <w:i/>
                <w:iCs/>
                <w:smallCaps w:val="0"/>
                <w:szCs w:val="24"/>
              </w:rPr>
              <w:t>Sztuka skutecznego porozumiewania się.</w:t>
            </w:r>
            <w:r w:rsidRPr="00BD050B">
              <w:rPr>
                <w:b w:val="0"/>
                <w:smallCaps w:val="0"/>
                <w:szCs w:val="24"/>
              </w:rPr>
              <w:t xml:space="preserve"> </w:t>
            </w:r>
            <w:r w:rsidR="001C605D" w:rsidRPr="00BD050B">
              <w:rPr>
                <w:b w:val="0"/>
                <w:smallCaps w:val="0"/>
                <w:szCs w:val="24"/>
              </w:rPr>
              <w:t xml:space="preserve">Gdańsk: </w:t>
            </w:r>
            <w:r w:rsidR="00F17AC1" w:rsidRPr="00BD050B">
              <w:rPr>
                <w:b w:val="0"/>
                <w:smallCaps w:val="0"/>
                <w:szCs w:val="24"/>
              </w:rPr>
              <w:t>GWP</w:t>
            </w:r>
            <w:r w:rsidRPr="00BD050B">
              <w:rPr>
                <w:b w:val="0"/>
                <w:smallCaps w:val="0"/>
                <w:szCs w:val="24"/>
              </w:rPr>
              <w:t>.</w:t>
            </w:r>
          </w:p>
          <w:p w14:paraId="75D67963" w14:textId="4E74EEF2" w:rsidR="00477A98" w:rsidRPr="00BD050B" w:rsidRDefault="00477A98" w:rsidP="00477A9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>Jedliński</w:t>
            </w:r>
            <w:r w:rsidR="001C605D" w:rsidRPr="00BD050B">
              <w:rPr>
                <w:b w:val="0"/>
                <w:smallCaps w:val="0"/>
                <w:szCs w:val="24"/>
              </w:rPr>
              <w:t>,</w:t>
            </w:r>
            <w:r w:rsidRPr="00BD050B">
              <w:rPr>
                <w:b w:val="0"/>
                <w:smallCaps w:val="0"/>
                <w:szCs w:val="24"/>
              </w:rPr>
              <w:t xml:space="preserve"> K. (2011).</w:t>
            </w:r>
            <w:r w:rsidR="00910B89" w:rsidRPr="00BD050B">
              <w:rPr>
                <w:b w:val="0"/>
                <w:smallCaps w:val="0"/>
                <w:szCs w:val="24"/>
              </w:rPr>
              <w:t xml:space="preserve"> </w:t>
            </w:r>
            <w:r w:rsidRPr="00BD050B">
              <w:rPr>
                <w:b w:val="0"/>
                <w:i/>
                <w:iCs/>
                <w:smallCaps w:val="0"/>
                <w:szCs w:val="24"/>
              </w:rPr>
              <w:t>Trening interpersonalny</w:t>
            </w:r>
            <w:r w:rsidRPr="00BD050B">
              <w:rPr>
                <w:b w:val="0"/>
                <w:smallCaps w:val="0"/>
                <w:szCs w:val="24"/>
              </w:rPr>
              <w:t>.</w:t>
            </w:r>
            <w:r w:rsidR="00F17AC1" w:rsidRPr="00BD050B">
              <w:rPr>
                <w:b w:val="0"/>
                <w:smallCaps w:val="0"/>
                <w:szCs w:val="24"/>
              </w:rPr>
              <w:t xml:space="preserve"> </w:t>
            </w:r>
            <w:r w:rsidR="00B04036" w:rsidRPr="00BD050B">
              <w:rPr>
                <w:b w:val="0"/>
                <w:smallCaps w:val="0"/>
                <w:szCs w:val="24"/>
              </w:rPr>
              <w:t xml:space="preserve">Warszawa: </w:t>
            </w:r>
            <w:r w:rsidRPr="00BD050B">
              <w:rPr>
                <w:b w:val="0"/>
                <w:smallCaps w:val="0"/>
                <w:szCs w:val="24"/>
              </w:rPr>
              <w:t>W.A.B</w:t>
            </w:r>
            <w:r w:rsidR="00F17AC1" w:rsidRPr="00BD050B">
              <w:rPr>
                <w:b w:val="0"/>
                <w:smallCaps w:val="0"/>
                <w:szCs w:val="24"/>
              </w:rPr>
              <w:t>.</w:t>
            </w:r>
          </w:p>
          <w:p w14:paraId="5D083EE7" w14:textId="77777777" w:rsidR="009A623D" w:rsidRDefault="0094089F" w:rsidP="000E6F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D050B">
              <w:rPr>
                <w:b w:val="0"/>
                <w:smallCaps w:val="0"/>
                <w:szCs w:val="24"/>
              </w:rPr>
              <w:t>Król-Fijewska</w:t>
            </w:r>
            <w:r w:rsidR="00292EB6" w:rsidRPr="00BD050B">
              <w:rPr>
                <w:b w:val="0"/>
                <w:smallCaps w:val="0"/>
                <w:szCs w:val="24"/>
              </w:rPr>
              <w:t>,</w:t>
            </w:r>
            <w:r w:rsidRPr="00BD050B">
              <w:rPr>
                <w:b w:val="0"/>
                <w:smallCaps w:val="0"/>
                <w:szCs w:val="24"/>
              </w:rPr>
              <w:t xml:space="preserve"> M. (2013). </w:t>
            </w:r>
            <w:r w:rsidRPr="00BD050B">
              <w:rPr>
                <w:b w:val="0"/>
                <w:i/>
                <w:iCs/>
                <w:smallCaps w:val="0"/>
                <w:szCs w:val="24"/>
              </w:rPr>
              <w:t>Stanowczo, łagodnie, bez lęku</w:t>
            </w:r>
            <w:r w:rsidRPr="00BD050B">
              <w:rPr>
                <w:b w:val="0"/>
                <w:smallCaps w:val="0"/>
                <w:szCs w:val="24"/>
              </w:rPr>
              <w:t xml:space="preserve">. </w:t>
            </w:r>
            <w:r w:rsidR="00B04036" w:rsidRPr="00BD050B">
              <w:rPr>
                <w:b w:val="0"/>
                <w:smallCaps w:val="0"/>
                <w:szCs w:val="24"/>
              </w:rPr>
              <w:t xml:space="preserve">Warszawa: </w:t>
            </w:r>
            <w:r w:rsidR="00F17AC1" w:rsidRPr="00BD050B">
              <w:rPr>
                <w:b w:val="0"/>
                <w:smallCaps w:val="0"/>
                <w:szCs w:val="24"/>
              </w:rPr>
              <w:t>W.A.B.</w:t>
            </w:r>
          </w:p>
          <w:p w14:paraId="6F20C4C5" w14:textId="33F89FC6" w:rsidR="00356306" w:rsidRPr="00BD050B" w:rsidRDefault="00356306" w:rsidP="000E6F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0D7E95" w:rsidRPr="00BD050B" w14:paraId="4A1283F2" w14:textId="77777777" w:rsidTr="00651036">
        <w:trPr>
          <w:trHeight w:val="397"/>
        </w:trPr>
        <w:tc>
          <w:tcPr>
            <w:tcW w:w="5000" w:type="pct"/>
            <w:vAlign w:val="center"/>
          </w:tcPr>
          <w:p w14:paraId="7E4875FE" w14:textId="6CCC2791" w:rsidR="001C605D" w:rsidRPr="00356306" w:rsidRDefault="00F17AC1" w:rsidP="00356306">
            <w:pPr>
              <w:pStyle w:val="Punktygwne"/>
              <w:spacing w:before="0"/>
              <w:rPr>
                <w:bCs/>
                <w:smallCaps w:val="0"/>
                <w:szCs w:val="24"/>
              </w:rPr>
            </w:pPr>
            <w:r w:rsidRPr="00BD050B">
              <w:rPr>
                <w:bCs/>
                <w:smallCaps w:val="0"/>
                <w:szCs w:val="24"/>
              </w:rPr>
              <w:t>Literatura uzupełniająca:</w:t>
            </w:r>
          </w:p>
          <w:p w14:paraId="493D13AB" w14:textId="665516A2" w:rsidR="0066297C" w:rsidRPr="00BD050B" w:rsidRDefault="0066297C" w:rsidP="00F17AC1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BD050B">
              <w:rPr>
                <w:b w:val="0"/>
                <w:iCs/>
                <w:smallCaps w:val="0"/>
                <w:color w:val="000000"/>
                <w:szCs w:val="24"/>
              </w:rPr>
              <w:t xml:space="preserve">Adler, R., Rosenfeld, L.B. (2018). </w:t>
            </w:r>
            <w:r w:rsidRPr="00BD050B">
              <w:rPr>
                <w:b w:val="0"/>
                <w:i/>
                <w:smallCaps w:val="0"/>
                <w:color w:val="000000"/>
                <w:szCs w:val="24"/>
              </w:rPr>
              <w:t xml:space="preserve">Relacje interpersonalne. Proces porozumiewania się. </w:t>
            </w:r>
            <w:r w:rsidR="00292EB6" w:rsidRPr="00BD050B">
              <w:rPr>
                <w:b w:val="0"/>
                <w:iCs/>
                <w:smallCaps w:val="0"/>
                <w:color w:val="000000"/>
                <w:szCs w:val="24"/>
              </w:rPr>
              <w:t xml:space="preserve">Poznań: </w:t>
            </w:r>
            <w:r w:rsidRPr="00BD050B">
              <w:rPr>
                <w:b w:val="0"/>
                <w:iCs/>
                <w:smallCaps w:val="0"/>
                <w:color w:val="000000"/>
                <w:szCs w:val="24"/>
              </w:rPr>
              <w:t xml:space="preserve">Dom Wydawniczy </w:t>
            </w:r>
            <w:proofErr w:type="spellStart"/>
            <w:r w:rsidRPr="00BD050B">
              <w:rPr>
                <w:b w:val="0"/>
                <w:iCs/>
                <w:smallCaps w:val="0"/>
                <w:color w:val="000000"/>
                <w:szCs w:val="24"/>
              </w:rPr>
              <w:t>Rebis</w:t>
            </w:r>
            <w:proofErr w:type="spellEnd"/>
            <w:r w:rsidRPr="00BD050B">
              <w:rPr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</w:p>
          <w:p w14:paraId="7521F7C2" w14:textId="049E68D2" w:rsidR="0066297C" w:rsidRPr="00BD050B" w:rsidRDefault="0066297C" w:rsidP="00F17AC1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BD050B">
              <w:rPr>
                <w:b w:val="0"/>
                <w:iCs/>
                <w:smallCaps w:val="0"/>
                <w:color w:val="000000"/>
                <w:szCs w:val="24"/>
              </w:rPr>
              <w:t>Goleman</w:t>
            </w:r>
            <w:proofErr w:type="spellEnd"/>
            <w:r w:rsidRPr="00BD050B">
              <w:rPr>
                <w:b w:val="0"/>
                <w:iCs/>
                <w:smallCaps w:val="0"/>
                <w:color w:val="000000"/>
                <w:szCs w:val="24"/>
              </w:rPr>
              <w:t xml:space="preserve">, D. (2021). </w:t>
            </w:r>
            <w:r w:rsidRPr="00BD050B">
              <w:rPr>
                <w:b w:val="0"/>
                <w:i/>
                <w:smallCaps w:val="0"/>
                <w:color w:val="000000"/>
                <w:szCs w:val="24"/>
              </w:rPr>
              <w:t>Inteligencja emocjonalna</w:t>
            </w:r>
            <w:r w:rsidRPr="00BD050B">
              <w:rPr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="009A0CF0" w:rsidRPr="00BD050B">
              <w:rPr>
                <w:b w:val="0"/>
                <w:iCs/>
                <w:smallCaps w:val="0"/>
                <w:color w:val="000000"/>
                <w:szCs w:val="24"/>
              </w:rPr>
              <w:t xml:space="preserve">Poznań: </w:t>
            </w:r>
            <w:r w:rsidRPr="00BD050B">
              <w:rPr>
                <w:b w:val="0"/>
                <w:iCs/>
                <w:smallCaps w:val="0"/>
                <w:color w:val="000000"/>
                <w:szCs w:val="24"/>
              </w:rPr>
              <w:t>Media Rodzina.</w:t>
            </w:r>
          </w:p>
          <w:p w14:paraId="571A7FCC" w14:textId="3F173C81" w:rsidR="00F17AC1" w:rsidRPr="00BD050B" w:rsidRDefault="00435DA2" w:rsidP="00F17AC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BD050B">
              <w:rPr>
                <w:b w:val="0"/>
                <w:smallCaps w:val="0"/>
                <w:color w:val="000000"/>
                <w:szCs w:val="24"/>
              </w:rPr>
              <w:t>Heaton</w:t>
            </w:r>
            <w:proofErr w:type="spellEnd"/>
            <w:r w:rsidRPr="00BD050B">
              <w:rPr>
                <w:b w:val="0"/>
                <w:smallCaps w:val="0"/>
                <w:color w:val="000000"/>
                <w:szCs w:val="24"/>
              </w:rPr>
              <w:t xml:space="preserve">, </w:t>
            </w:r>
            <w:r w:rsidR="00F17AC1" w:rsidRPr="00BD050B">
              <w:rPr>
                <w:b w:val="0"/>
                <w:smallCaps w:val="0"/>
                <w:color w:val="000000"/>
                <w:szCs w:val="24"/>
              </w:rPr>
              <w:t>A</w:t>
            </w:r>
            <w:r w:rsidRPr="00BD050B">
              <w:rPr>
                <w:b w:val="0"/>
                <w:smallCaps w:val="0"/>
                <w:color w:val="000000"/>
                <w:szCs w:val="24"/>
              </w:rPr>
              <w:t>.</w:t>
            </w:r>
            <w:r w:rsidR="00F17AC1" w:rsidRPr="00BD050B">
              <w:rPr>
                <w:b w:val="0"/>
                <w:smallCaps w:val="0"/>
                <w:color w:val="000000"/>
                <w:szCs w:val="24"/>
              </w:rPr>
              <w:t xml:space="preserve"> J. (2003). </w:t>
            </w:r>
            <w:r w:rsidR="00F17AC1" w:rsidRPr="00BD050B">
              <w:rPr>
                <w:b w:val="0"/>
                <w:i/>
                <w:iCs/>
                <w:smallCaps w:val="0"/>
                <w:color w:val="000000"/>
                <w:szCs w:val="24"/>
              </w:rPr>
              <w:t>Podstawy umiejętności terapeutycznych</w:t>
            </w:r>
            <w:r w:rsidRPr="00BD050B">
              <w:rPr>
                <w:b w:val="0"/>
                <w:smallCaps w:val="0"/>
                <w:color w:val="000000"/>
                <w:szCs w:val="24"/>
              </w:rPr>
              <w:t xml:space="preserve">. </w:t>
            </w:r>
            <w:r w:rsidR="009A0CF0" w:rsidRPr="00BD050B">
              <w:rPr>
                <w:b w:val="0"/>
                <w:smallCaps w:val="0"/>
                <w:color w:val="000000"/>
                <w:szCs w:val="24"/>
              </w:rPr>
              <w:t xml:space="preserve">Gdańsk: </w:t>
            </w:r>
            <w:r w:rsidRPr="00BD050B">
              <w:rPr>
                <w:b w:val="0"/>
                <w:smallCaps w:val="0"/>
                <w:color w:val="000000"/>
                <w:szCs w:val="24"/>
              </w:rPr>
              <w:t>GWP.</w:t>
            </w:r>
          </w:p>
          <w:p w14:paraId="69B173B2" w14:textId="481E5378" w:rsidR="00435DA2" w:rsidRPr="00BD050B" w:rsidRDefault="00435DA2" w:rsidP="00F17AC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BD050B">
              <w:rPr>
                <w:b w:val="0"/>
                <w:smallCaps w:val="0"/>
                <w:color w:val="000000"/>
                <w:szCs w:val="24"/>
              </w:rPr>
              <w:t xml:space="preserve">Ochojska, D. (2010). </w:t>
            </w:r>
            <w:r w:rsidRPr="00BD050B">
              <w:rPr>
                <w:b w:val="0"/>
                <w:i/>
                <w:iCs/>
                <w:smallCaps w:val="0"/>
                <w:color w:val="000000"/>
                <w:szCs w:val="24"/>
              </w:rPr>
              <w:t>Umiejętności interpersonalne.</w:t>
            </w:r>
            <w:r w:rsidRPr="00BD050B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="001C62FB" w:rsidRPr="00BD050B">
              <w:rPr>
                <w:b w:val="0"/>
                <w:smallCaps w:val="0"/>
                <w:color w:val="000000"/>
                <w:szCs w:val="24"/>
              </w:rPr>
              <w:t xml:space="preserve">Rzeszów: </w:t>
            </w:r>
            <w:r w:rsidRPr="00BD050B">
              <w:rPr>
                <w:b w:val="0"/>
                <w:smallCaps w:val="0"/>
                <w:color w:val="000000"/>
                <w:szCs w:val="24"/>
              </w:rPr>
              <w:t>Wydawn</w:t>
            </w:r>
            <w:r w:rsidR="00910B89" w:rsidRPr="00BD050B">
              <w:rPr>
                <w:b w:val="0"/>
                <w:smallCaps w:val="0"/>
                <w:color w:val="000000"/>
                <w:szCs w:val="24"/>
              </w:rPr>
              <w:t>ictwo</w:t>
            </w:r>
            <w:r w:rsidRPr="00BD050B">
              <w:rPr>
                <w:b w:val="0"/>
                <w:smallCaps w:val="0"/>
                <w:color w:val="000000"/>
                <w:szCs w:val="24"/>
              </w:rPr>
              <w:t xml:space="preserve"> Mitel.</w:t>
            </w:r>
          </w:p>
          <w:p w14:paraId="1914ABB8" w14:textId="663A360F" w:rsidR="0006743B" w:rsidRPr="00BD050B" w:rsidRDefault="0006743B" w:rsidP="00F17AC1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BD050B">
              <w:rPr>
                <w:b w:val="0"/>
                <w:smallCaps w:val="0"/>
                <w:color w:val="000000"/>
                <w:szCs w:val="24"/>
              </w:rPr>
              <w:t>Silberman</w:t>
            </w:r>
            <w:proofErr w:type="spellEnd"/>
            <w:r w:rsidRPr="00BD050B">
              <w:rPr>
                <w:b w:val="0"/>
                <w:smallCaps w:val="0"/>
                <w:color w:val="000000"/>
                <w:szCs w:val="24"/>
              </w:rPr>
              <w:t xml:space="preserve">, M., </w:t>
            </w:r>
            <w:proofErr w:type="spellStart"/>
            <w:r w:rsidRPr="00BD050B">
              <w:rPr>
                <w:b w:val="0"/>
                <w:smallCaps w:val="0"/>
                <w:color w:val="000000"/>
                <w:szCs w:val="24"/>
              </w:rPr>
              <w:t>Hansburg</w:t>
            </w:r>
            <w:proofErr w:type="spellEnd"/>
            <w:r w:rsidRPr="00BD050B">
              <w:rPr>
                <w:b w:val="0"/>
                <w:smallCaps w:val="0"/>
                <w:color w:val="000000"/>
                <w:szCs w:val="24"/>
              </w:rPr>
              <w:t xml:space="preserve">, F. (2012). </w:t>
            </w:r>
            <w:r w:rsidRPr="00BD050B"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Inteligencja interpersonalna. Jak utrzymywać mądre relacje z innymi. </w:t>
            </w:r>
            <w:r w:rsidR="001C62FB" w:rsidRPr="00BD050B">
              <w:rPr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BD050B">
              <w:rPr>
                <w:b w:val="0"/>
                <w:smallCaps w:val="0"/>
                <w:color w:val="000000"/>
                <w:szCs w:val="24"/>
              </w:rPr>
              <w:t>Wydawn</w:t>
            </w:r>
            <w:r w:rsidR="001060D6" w:rsidRPr="00BD050B">
              <w:rPr>
                <w:b w:val="0"/>
                <w:smallCaps w:val="0"/>
                <w:color w:val="000000"/>
                <w:szCs w:val="24"/>
              </w:rPr>
              <w:t>ictwo</w:t>
            </w:r>
            <w:r w:rsidRPr="00BD050B">
              <w:rPr>
                <w:b w:val="0"/>
                <w:smallCaps w:val="0"/>
                <w:color w:val="000000"/>
                <w:szCs w:val="24"/>
              </w:rPr>
              <w:t xml:space="preserve"> Studio </w:t>
            </w:r>
            <w:r w:rsidR="001060D6" w:rsidRPr="00BD050B">
              <w:rPr>
                <w:b w:val="0"/>
                <w:smallCaps w:val="0"/>
                <w:color w:val="000000"/>
                <w:szCs w:val="24"/>
              </w:rPr>
              <w:t>E</w:t>
            </w:r>
            <w:r w:rsidRPr="00BD050B">
              <w:rPr>
                <w:b w:val="0"/>
                <w:smallCaps w:val="0"/>
                <w:color w:val="000000"/>
                <w:szCs w:val="24"/>
              </w:rPr>
              <w:t>mka.</w:t>
            </w:r>
          </w:p>
          <w:p w14:paraId="747866F4" w14:textId="08808732" w:rsidR="000D7E95" w:rsidRPr="00BD050B" w:rsidRDefault="000D7E95" w:rsidP="00435DA2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35CA492" w14:textId="77777777" w:rsidR="0085747A" w:rsidRPr="00BD050B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4223DB8" w14:textId="77777777" w:rsidR="0085747A" w:rsidRPr="00BD050B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0A69D07" w14:textId="77777777" w:rsidR="0085747A" w:rsidRPr="00BD050B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BD050B">
        <w:rPr>
          <w:b w:val="0"/>
          <w:smallCaps w:val="0"/>
          <w:szCs w:val="24"/>
        </w:rPr>
        <w:t>Akceptacja Kierownika Jednostki lub osoby upoważnionej</w:t>
      </w:r>
    </w:p>
    <w:sectPr w:rsidR="0085747A" w:rsidRPr="00BD05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B9A25" w14:textId="77777777" w:rsidR="00977040" w:rsidRDefault="00977040" w:rsidP="00C16ABF">
      <w:pPr>
        <w:spacing w:after="0" w:line="240" w:lineRule="auto"/>
      </w:pPr>
      <w:r>
        <w:separator/>
      </w:r>
    </w:p>
  </w:endnote>
  <w:endnote w:type="continuationSeparator" w:id="0">
    <w:p w14:paraId="64E4B546" w14:textId="77777777" w:rsidR="00977040" w:rsidRDefault="009770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E4990" w14:textId="77777777" w:rsidR="00977040" w:rsidRDefault="00977040" w:rsidP="00C16ABF">
      <w:pPr>
        <w:spacing w:after="0" w:line="240" w:lineRule="auto"/>
      </w:pPr>
      <w:r>
        <w:separator/>
      </w:r>
    </w:p>
  </w:footnote>
  <w:footnote w:type="continuationSeparator" w:id="0">
    <w:p w14:paraId="3B6429BE" w14:textId="77777777" w:rsidR="00977040" w:rsidRDefault="00977040" w:rsidP="00C16ABF">
      <w:pPr>
        <w:spacing w:after="0" w:line="240" w:lineRule="auto"/>
      </w:pPr>
      <w:r>
        <w:continuationSeparator/>
      </w:r>
    </w:p>
  </w:footnote>
  <w:footnote w:id="1">
    <w:p w14:paraId="7EE82F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1474"/>
    <w:multiLevelType w:val="hybridMultilevel"/>
    <w:tmpl w:val="3BC8F892"/>
    <w:lvl w:ilvl="0" w:tplc="40BCE5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8757EB9"/>
    <w:multiLevelType w:val="hybridMultilevel"/>
    <w:tmpl w:val="B374D778"/>
    <w:lvl w:ilvl="0" w:tplc="B6485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948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40C2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F0E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229F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189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8855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B49C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923C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05056470">
    <w:abstractNumId w:val="1"/>
  </w:num>
  <w:num w:numId="2" w16cid:durableId="1064917208">
    <w:abstractNumId w:val="0"/>
  </w:num>
  <w:num w:numId="3" w16cid:durableId="96442806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0A2"/>
    <w:rsid w:val="00042A51"/>
    <w:rsid w:val="00042D2E"/>
    <w:rsid w:val="00044C82"/>
    <w:rsid w:val="000514E6"/>
    <w:rsid w:val="00062B96"/>
    <w:rsid w:val="0006743B"/>
    <w:rsid w:val="00070ED6"/>
    <w:rsid w:val="000742DC"/>
    <w:rsid w:val="000835F6"/>
    <w:rsid w:val="00084C12"/>
    <w:rsid w:val="00087E43"/>
    <w:rsid w:val="000924F8"/>
    <w:rsid w:val="00092DFA"/>
    <w:rsid w:val="0009462C"/>
    <w:rsid w:val="00094B12"/>
    <w:rsid w:val="00096C46"/>
    <w:rsid w:val="000A296F"/>
    <w:rsid w:val="000A2A28"/>
    <w:rsid w:val="000A3CCA"/>
    <w:rsid w:val="000B192D"/>
    <w:rsid w:val="000B28EE"/>
    <w:rsid w:val="000B3E37"/>
    <w:rsid w:val="000C55B2"/>
    <w:rsid w:val="000D04B0"/>
    <w:rsid w:val="000D7E95"/>
    <w:rsid w:val="000E6F46"/>
    <w:rsid w:val="000F1C57"/>
    <w:rsid w:val="000F2C5D"/>
    <w:rsid w:val="000F5615"/>
    <w:rsid w:val="0010175A"/>
    <w:rsid w:val="001060D6"/>
    <w:rsid w:val="0010631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81A9A"/>
    <w:rsid w:val="00192F37"/>
    <w:rsid w:val="00193629"/>
    <w:rsid w:val="001A70D2"/>
    <w:rsid w:val="001B52FD"/>
    <w:rsid w:val="001B675A"/>
    <w:rsid w:val="001C605D"/>
    <w:rsid w:val="001C62FB"/>
    <w:rsid w:val="001D2AA0"/>
    <w:rsid w:val="001D657B"/>
    <w:rsid w:val="001D7B54"/>
    <w:rsid w:val="001E0209"/>
    <w:rsid w:val="001F2CA2"/>
    <w:rsid w:val="00200021"/>
    <w:rsid w:val="0020112A"/>
    <w:rsid w:val="002144C0"/>
    <w:rsid w:val="00215694"/>
    <w:rsid w:val="0022477D"/>
    <w:rsid w:val="002278A9"/>
    <w:rsid w:val="00231136"/>
    <w:rsid w:val="002336F9"/>
    <w:rsid w:val="0024028F"/>
    <w:rsid w:val="00244ABC"/>
    <w:rsid w:val="0024627B"/>
    <w:rsid w:val="002464DD"/>
    <w:rsid w:val="00255FB6"/>
    <w:rsid w:val="00262B90"/>
    <w:rsid w:val="002706B2"/>
    <w:rsid w:val="00281FF2"/>
    <w:rsid w:val="002857DE"/>
    <w:rsid w:val="00291567"/>
    <w:rsid w:val="00292EB6"/>
    <w:rsid w:val="002A22BF"/>
    <w:rsid w:val="002A2389"/>
    <w:rsid w:val="002A671D"/>
    <w:rsid w:val="002A70F3"/>
    <w:rsid w:val="002B4D55"/>
    <w:rsid w:val="002B5EA0"/>
    <w:rsid w:val="002B6119"/>
    <w:rsid w:val="002C1F06"/>
    <w:rsid w:val="002D3375"/>
    <w:rsid w:val="002D4111"/>
    <w:rsid w:val="002D73D4"/>
    <w:rsid w:val="002E1056"/>
    <w:rsid w:val="002F02A3"/>
    <w:rsid w:val="002F4ABE"/>
    <w:rsid w:val="003016CD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306"/>
    <w:rsid w:val="00363F78"/>
    <w:rsid w:val="0039341B"/>
    <w:rsid w:val="00395DFE"/>
    <w:rsid w:val="0039708F"/>
    <w:rsid w:val="003A0A5B"/>
    <w:rsid w:val="003A1176"/>
    <w:rsid w:val="003C0BAE"/>
    <w:rsid w:val="003D18A9"/>
    <w:rsid w:val="003D1B9F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5DA2"/>
    <w:rsid w:val="004362C6"/>
    <w:rsid w:val="00437FA2"/>
    <w:rsid w:val="004400B8"/>
    <w:rsid w:val="00441860"/>
    <w:rsid w:val="00445970"/>
    <w:rsid w:val="00451CA5"/>
    <w:rsid w:val="00453222"/>
    <w:rsid w:val="0045729E"/>
    <w:rsid w:val="00461EFC"/>
    <w:rsid w:val="004652C2"/>
    <w:rsid w:val="004706D1"/>
    <w:rsid w:val="00471326"/>
    <w:rsid w:val="0047143B"/>
    <w:rsid w:val="0047598D"/>
    <w:rsid w:val="00477A98"/>
    <w:rsid w:val="004840FD"/>
    <w:rsid w:val="00490F7D"/>
    <w:rsid w:val="00491678"/>
    <w:rsid w:val="00495AAA"/>
    <w:rsid w:val="004968E2"/>
    <w:rsid w:val="004A23B1"/>
    <w:rsid w:val="004A3EEA"/>
    <w:rsid w:val="004A4D1F"/>
    <w:rsid w:val="004C0487"/>
    <w:rsid w:val="004C6B41"/>
    <w:rsid w:val="004D06E7"/>
    <w:rsid w:val="004D4D74"/>
    <w:rsid w:val="004D5282"/>
    <w:rsid w:val="004E10E7"/>
    <w:rsid w:val="004E422C"/>
    <w:rsid w:val="004F1551"/>
    <w:rsid w:val="004F55A3"/>
    <w:rsid w:val="0050496F"/>
    <w:rsid w:val="00513B6F"/>
    <w:rsid w:val="00517C63"/>
    <w:rsid w:val="00526C94"/>
    <w:rsid w:val="00534302"/>
    <w:rsid w:val="005363C4"/>
    <w:rsid w:val="00536BDE"/>
    <w:rsid w:val="00543ACC"/>
    <w:rsid w:val="00563D40"/>
    <w:rsid w:val="0056696D"/>
    <w:rsid w:val="00573EF9"/>
    <w:rsid w:val="0059484D"/>
    <w:rsid w:val="005A0855"/>
    <w:rsid w:val="005A22BB"/>
    <w:rsid w:val="005A3196"/>
    <w:rsid w:val="005A6957"/>
    <w:rsid w:val="005C080F"/>
    <w:rsid w:val="005C55E5"/>
    <w:rsid w:val="005C696A"/>
    <w:rsid w:val="005D005F"/>
    <w:rsid w:val="005E10D0"/>
    <w:rsid w:val="005E6E85"/>
    <w:rsid w:val="005F31D2"/>
    <w:rsid w:val="0060139F"/>
    <w:rsid w:val="006070B7"/>
    <w:rsid w:val="0061029B"/>
    <w:rsid w:val="006112C3"/>
    <w:rsid w:val="00617230"/>
    <w:rsid w:val="00621CE1"/>
    <w:rsid w:val="00623812"/>
    <w:rsid w:val="00627FC9"/>
    <w:rsid w:val="00647FA8"/>
    <w:rsid w:val="00650C5F"/>
    <w:rsid w:val="00651036"/>
    <w:rsid w:val="00654934"/>
    <w:rsid w:val="0065763F"/>
    <w:rsid w:val="006620D9"/>
    <w:rsid w:val="00662404"/>
    <w:rsid w:val="0066297C"/>
    <w:rsid w:val="00671958"/>
    <w:rsid w:val="00675843"/>
    <w:rsid w:val="00696477"/>
    <w:rsid w:val="006A5EAC"/>
    <w:rsid w:val="006B1028"/>
    <w:rsid w:val="006B6B58"/>
    <w:rsid w:val="006D050F"/>
    <w:rsid w:val="006D6139"/>
    <w:rsid w:val="006E5D65"/>
    <w:rsid w:val="006E6FAD"/>
    <w:rsid w:val="006F1282"/>
    <w:rsid w:val="006F1FBC"/>
    <w:rsid w:val="006F31E2"/>
    <w:rsid w:val="007027B4"/>
    <w:rsid w:val="00703947"/>
    <w:rsid w:val="00706544"/>
    <w:rsid w:val="007072BA"/>
    <w:rsid w:val="0071620A"/>
    <w:rsid w:val="00724677"/>
    <w:rsid w:val="00725459"/>
    <w:rsid w:val="007327BD"/>
    <w:rsid w:val="00734608"/>
    <w:rsid w:val="0073538A"/>
    <w:rsid w:val="00745302"/>
    <w:rsid w:val="007461D6"/>
    <w:rsid w:val="00746EC8"/>
    <w:rsid w:val="00752992"/>
    <w:rsid w:val="00763BF1"/>
    <w:rsid w:val="00766FD4"/>
    <w:rsid w:val="0078168C"/>
    <w:rsid w:val="00787C2A"/>
    <w:rsid w:val="00790E27"/>
    <w:rsid w:val="00794DAC"/>
    <w:rsid w:val="007A305B"/>
    <w:rsid w:val="007A4022"/>
    <w:rsid w:val="007A6E6E"/>
    <w:rsid w:val="007B250C"/>
    <w:rsid w:val="007B5C2F"/>
    <w:rsid w:val="007C3299"/>
    <w:rsid w:val="007C3BCC"/>
    <w:rsid w:val="007C4546"/>
    <w:rsid w:val="007D3E9F"/>
    <w:rsid w:val="007D5B6F"/>
    <w:rsid w:val="007D6E56"/>
    <w:rsid w:val="007F1652"/>
    <w:rsid w:val="007F4155"/>
    <w:rsid w:val="008135EC"/>
    <w:rsid w:val="0081554D"/>
    <w:rsid w:val="0081707E"/>
    <w:rsid w:val="008348D2"/>
    <w:rsid w:val="0084162A"/>
    <w:rsid w:val="008449B3"/>
    <w:rsid w:val="0085747A"/>
    <w:rsid w:val="00862D0D"/>
    <w:rsid w:val="0088208C"/>
    <w:rsid w:val="00884922"/>
    <w:rsid w:val="00885F64"/>
    <w:rsid w:val="00886473"/>
    <w:rsid w:val="008917F9"/>
    <w:rsid w:val="00891F94"/>
    <w:rsid w:val="008A45F7"/>
    <w:rsid w:val="008A53BF"/>
    <w:rsid w:val="008B43D7"/>
    <w:rsid w:val="008B45CB"/>
    <w:rsid w:val="008B6E94"/>
    <w:rsid w:val="008C0A04"/>
    <w:rsid w:val="008C0CC0"/>
    <w:rsid w:val="008C19A9"/>
    <w:rsid w:val="008C379D"/>
    <w:rsid w:val="008C508F"/>
    <w:rsid w:val="008C5147"/>
    <w:rsid w:val="008C5359"/>
    <w:rsid w:val="008C5363"/>
    <w:rsid w:val="008D2CB0"/>
    <w:rsid w:val="008D3DFB"/>
    <w:rsid w:val="008D69C2"/>
    <w:rsid w:val="008E1A51"/>
    <w:rsid w:val="008E4056"/>
    <w:rsid w:val="008E4F0D"/>
    <w:rsid w:val="008E64F4"/>
    <w:rsid w:val="008F12C9"/>
    <w:rsid w:val="008F161E"/>
    <w:rsid w:val="008F1879"/>
    <w:rsid w:val="008F3D05"/>
    <w:rsid w:val="008F4409"/>
    <w:rsid w:val="008F6E29"/>
    <w:rsid w:val="00903FF4"/>
    <w:rsid w:val="00910B89"/>
    <w:rsid w:val="00912BE1"/>
    <w:rsid w:val="00916188"/>
    <w:rsid w:val="00923D7D"/>
    <w:rsid w:val="0094089F"/>
    <w:rsid w:val="0094744A"/>
    <w:rsid w:val="009508DF"/>
    <w:rsid w:val="00950DAC"/>
    <w:rsid w:val="00954A07"/>
    <w:rsid w:val="00956799"/>
    <w:rsid w:val="00977040"/>
    <w:rsid w:val="00984135"/>
    <w:rsid w:val="00997F14"/>
    <w:rsid w:val="009A0CF0"/>
    <w:rsid w:val="009A623D"/>
    <w:rsid w:val="009A78CD"/>
    <w:rsid w:val="009A78D9"/>
    <w:rsid w:val="009C1331"/>
    <w:rsid w:val="009C3E31"/>
    <w:rsid w:val="009C54AE"/>
    <w:rsid w:val="009C788E"/>
    <w:rsid w:val="009D3F06"/>
    <w:rsid w:val="009D7B6B"/>
    <w:rsid w:val="009E3B41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4AA7"/>
    <w:rsid w:val="00A36899"/>
    <w:rsid w:val="00A371F6"/>
    <w:rsid w:val="00A43BF6"/>
    <w:rsid w:val="00A50AA5"/>
    <w:rsid w:val="00A53FA5"/>
    <w:rsid w:val="00A54817"/>
    <w:rsid w:val="00A5741F"/>
    <w:rsid w:val="00A601C8"/>
    <w:rsid w:val="00A60799"/>
    <w:rsid w:val="00A7523D"/>
    <w:rsid w:val="00A7732B"/>
    <w:rsid w:val="00A84C85"/>
    <w:rsid w:val="00A97DE1"/>
    <w:rsid w:val="00AB053C"/>
    <w:rsid w:val="00AC3592"/>
    <w:rsid w:val="00AD1146"/>
    <w:rsid w:val="00AD27D3"/>
    <w:rsid w:val="00AD28D2"/>
    <w:rsid w:val="00AD66D6"/>
    <w:rsid w:val="00AE1160"/>
    <w:rsid w:val="00AE203C"/>
    <w:rsid w:val="00AE2E74"/>
    <w:rsid w:val="00AE306D"/>
    <w:rsid w:val="00AE5FCB"/>
    <w:rsid w:val="00AF2C1E"/>
    <w:rsid w:val="00AF64F8"/>
    <w:rsid w:val="00B04036"/>
    <w:rsid w:val="00B06142"/>
    <w:rsid w:val="00B135B1"/>
    <w:rsid w:val="00B17E4E"/>
    <w:rsid w:val="00B3130B"/>
    <w:rsid w:val="00B32DA5"/>
    <w:rsid w:val="00B37E93"/>
    <w:rsid w:val="00B40ADB"/>
    <w:rsid w:val="00B43B77"/>
    <w:rsid w:val="00B43E80"/>
    <w:rsid w:val="00B607DB"/>
    <w:rsid w:val="00B66529"/>
    <w:rsid w:val="00B67290"/>
    <w:rsid w:val="00B75946"/>
    <w:rsid w:val="00B8056E"/>
    <w:rsid w:val="00B819C8"/>
    <w:rsid w:val="00B82308"/>
    <w:rsid w:val="00B90885"/>
    <w:rsid w:val="00BB520A"/>
    <w:rsid w:val="00BC0270"/>
    <w:rsid w:val="00BC3D3E"/>
    <w:rsid w:val="00BD050B"/>
    <w:rsid w:val="00BD1854"/>
    <w:rsid w:val="00BD3869"/>
    <w:rsid w:val="00BD66E9"/>
    <w:rsid w:val="00BD6FF4"/>
    <w:rsid w:val="00BE6880"/>
    <w:rsid w:val="00BF2C41"/>
    <w:rsid w:val="00BF34C3"/>
    <w:rsid w:val="00C058B4"/>
    <w:rsid w:val="00C05F44"/>
    <w:rsid w:val="00C131B5"/>
    <w:rsid w:val="00C16ABF"/>
    <w:rsid w:val="00C170AE"/>
    <w:rsid w:val="00C26CB7"/>
    <w:rsid w:val="00C324C1"/>
    <w:rsid w:val="00C3359A"/>
    <w:rsid w:val="00C36992"/>
    <w:rsid w:val="00C42EC5"/>
    <w:rsid w:val="00C4337D"/>
    <w:rsid w:val="00C4339B"/>
    <w:rsid w:val="00C56036"/>
    <w:rsid w:val="00C61DC5"/>
    <w:rsid w:val="00C64A09"/>
    <w:rsid w:val="00C66037"/>
    <w:rsid w:val="00C67E92"/>
    <w:rsid w:val="00C70A26"/>
    <w:rsid w:val="00C766DF"/>
    <w:rsid w:val="00C94B98"/>
    <w:rsid w:val="00CA2B96"/>
    <w:rsid w:val="00CA5089"/>
    <w:rsid w:val="00CA773C"/>
    <w:rsid w:val="00CB386F"/>
    <w:rsid w:val="00CB42CB"/>
    <w:rsid w:val="00CD6897"/>
    <w:rsid w:val="00CE4F7F"/>
    <w:rsid w:val="00CE5BAC"/>
    <w:rsid w:val="00CF25BE"/>
    <w:rsid w:val="00CF78ED"/>
    <w:rsid w:val="00D02B25"/>
    <w:rsid w:val="00D02EBA"/>
    <w:rsid w:val="00D04286"/>
    <w:rsid w:val="00D12E6D"/>
    <w:rsid w:val="00D17C3C"/>
    <w:rsid w:val="00D26B2C"/>
    <w:rsid w:val="00D31F50"/>
    <w:rsid w:val="00D352C9"/>
    <w:rsid w:val="00D35DE2"/>
    <w:rsid w:val="00D425B2"/>
    <w:rsid w:val="00D428D6"/>
    <w:rsid w:val="00D51A45"/>
    <w:rsid w:val="00D552B2"/>
    <w:rsid w:val="00D57EEF"/>
    <w:rsid w:val="00D608D1"/>
    <w:rsid w:val="00D7012D"/>
    <w:rsid w:val="00D74119"/>
    <w:rsid w:val="00D8075B"/>
    <w:rsid w:val="00D84032"/>
    <w:rsid w:val="00D8599D"/>
    <w:rsid w:val="00D8678B"/>
    <w:rsid w:val="00DA2114"/>
    <w:rsid w:val="00DA4EBE"/>
    <w:rsid w:val="00DD57E1"/>
    <w:rsid w:val="00DE09C0"/>
    <w:rsid w:val="00DE2420"/>
    <w:rsid w:val="00DE4A14"/>
    <w:rsid w:val="00DE7D18"/>
    <w:rsid w:val="00DF320D"/>
    <w:rsid w:val="00DF71C8"/>
    <w:rsid w:val="00E129B8"/>
    <w:rsid w:val="00E21E7D"/>
    <w:rsid w:val="00E22FBC"/>
    <w:rsid w:val="00E24BF5"/>
    <w:rsid w:val="00E25338"/>
    <w:rsid w:val="00E334FC"/>
    <w:rsid w:val="00E36A8A"/>
    <w:rsid w:val="00E5152B"/>
    <w:rsid w:val="00E51E44"/>
    <w:rsid w:val="00E55D0C"/>
    <w:rsid w:val="00E57F61"/>
    <w:rsid w:val="00E622A1"/>
    <w:rsid w:val="00E63348"/>
    <w:rsid w:val="00E72392"/>
    <w:rsid w:val="00E77E88"/>
    <w:rsid w:val="00E8107D"/>
    <w:rsid w:val="00E960BB"/>
    <w:rsid w:val="00E97DC8"/>
    <w:rsid w:val="00EA2074"/>
    <w:rsid w:val="00EA4832"/>
    <w:rsid w:val="00EA4E9D"/>
    <w:rsid w:val="00EB1260"/>
    <w:rsid w:val="00EB1935"/>
    <w:rsid w:val="00EC4899"/>
    <w:rsid w:val="00ED03AB"/>
    <w:rsid w:val="00ED2781"/>
    <w:rsid w:val="00ED32D2"/>
    <w:rsid w:val="00EE32DE"/>
    <w:rsid w:val="00EE5457"/>
    <w:rsid w:val="00F04772"/>
    <w:rsid w:val="00F070AB"/>
    <w:rsid w:val="00F17567"/>
    <w:rsid w:val="00F17AC1"/>
    <w:rsid w:val="00F25A9C"/>
    <w:rsid w:val="00F27A7B"/>
    <w:rsid w:val="00F375B6"/>
    <w:rsid w:val="00F526AF"/>
    <w:rsid w:val="00F617C3"/>
    <w:rsid w:val="00F61A1B"/>
    <w:rsid w:val="00F6559F"/>
    <w:rsid w:val="00F7066B"/>
    <w:rsid w:val="00F83B28"/>
    <w:rsid w:val="00F97955"/>
    <w:rsid w:val="00FA46E5"/>
    <w:rsid w:val="00FB7DBA"/>
    <w:rsid w:val="00FC1C25"/>
    <w:rsid w:val="00FC3F45"/>
    <w:rsid w:val="00FD503F"/>
    <w:rsid w:val="00FD7474"/>
    <w:rsid w:val="00FD7589"/>
    <w:rsid w:val="00FE1A0D"/>
    <w:rsid w:val="00FE3938"/>
    <w:rsid w:val="00FF016A"/>
    <w:rsid w:val="00FF1401"/>
    <w:rsid w:val="00FF33BD"/>
    <w:rsid w:val="00FF5E7D"/>
    <w:rsid w:val="00FF6EB8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  <w15:docId w15:val="{E8D52A20-25BD-4478-BE53-5B0AC99A8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6F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D27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ED2781"/>
    <w:rPr>
      <w:rFonts w:eastAsia="Times New Roman"/>
      <w:b/>
      <w:bCs/>
      <w:sz w:val="36"/>
      <w:szCs w:val="36"/>
    </w:rPr>
  </w:style>
  <w:style w:type="character" w:customStyle="1" w:styleId="wydawca">
    <w:name w:val="wydawca"/>
    <w:basedOn w:val="Domylnaczcionkaakapitu"/>
    <w:rsid w:val="00ED2781"/>
  </w:style>
  <w:style w:type="character" w:customStyle="1" w:styleId="Nagwek1Znak">
    <w:name w:val="Nagłówek 1 Znak"/>
    <w:basedOn w:val="Domylnaczcionkaakapitu"/>
    <w:link w:val="Nagwek1"/>
    <w:uiPriority w:val="9"/>
    <w:rsid w:val="000E6F4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10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105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056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9D7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76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7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64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1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18905">
          <w:marLeft w:val="4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02F1-44F4-4FF0-B67F-47D2E5ABC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1</Pages>
  <Words>983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Danuta Ochojska</cp:lastModifiedBy>
  <cp:revision>16</cp:revision>
  <cp:lastPrinted>2020-10-13T08:16:00Z</cp:lastPrinted>
  <dcterms:created xsi:type="dcterms:W3CDTF">2022-12-23T14:05:00Z</dcterms:created>
  <dcterms:modified xsi:type="dcterms:W3CDTF">2023-06-01T12:24:00Z</dcterms:modified>
</cp:coreProperties>
</file>